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DF" w:rsidRPr="00891BEC" w:rsidRDefault="00463DDF" w:rsidP="00D17CAD">
      <w:pPr>
        <w:jc w:val="both"/>
        <w:rPr>
          <w:rStyle w:val="BookTitle"/>
          <w:rFonts w:ascii="Times New Roman" w:hAnsi="Times New Roman"/>
          <w:bCs w:val="0"/>
          <w:smallCaps w:val="0"/>
          <w:sz w:val="28"/>
          <w:szCs w:val="28"/>
        </w:rPr>
      </w:pPr>
      <w:r w:rsidRPr="00D17CAD">
        <w:rPr>
          <w:rStyle w:val="BookTitle"/>
          <w:rFonts w:ascii="Times New Roman" w:hAnsi="Times New Roman"/>
          <w:sz w:val="24"/>
          <w:szCs w:val="24"/>
        </w:rPr>
        <w:t>Тема урока</w:t>
      </w:r>
      <w:r w:rsidRPr="00891BEC">
        <w:rPr>
          <w:rStyle w:val="BookTitle"/>
          <w:rFonts w:ascii="Times New Roman" w:hAnsi="Times New Roman"/>
          <w:sz w:val="28"/>
          <w:szCs w:val="28"/>
        </w:rPr>
        <w:t xml:space="preserve">: </w:t>
      </w:r>
      <w:r w:rsidRPr="00891BEC">
        <w:rPr>
          <w:rFonts w:ascii="Times New Roman" w:hAnsi="Times New Roman"/>
          <w:b/>
          <w:sz w:val="28"/>
          <w:szCs w:val="28"/>
        </w:rPr>
        <w:t xml:space="preserve">«Чтение буквы </w:t>
      </w:r>
      <w:r w:rsidRPr="00891BEC">
        <w:rPr>
          <w:rFonts w:ascii="Times New Roman" w:hAnsi="Times New Roman"/>
          <w:b/>
          <w:sz w:val="28"/>
          <w:szCs w:val="28"/>
          <w:lang w:val="en-US"/>
        </w:rPr>
        <w:t>Oo</w:t>
      </w:r>
      <w:r w:rsidRPr="00891BEC">
        <w:rPr>
          <w:rFonts w:ascii="Times New Roman" w:hAnsi="Times New Roman"/>
          <w:b/>
          <w:sz w:val="28"/>
          <w:szCs w:val="28"/>
        </w:rPr>
        <w:t xml:space="preserve"> в открытом слоге. Глагол </w:t>
      </w:r>
      <w:r w:rsidRPr="00891BEC">
        <w:rPr>
          <w:rFonts w:ascii="Times New Roman" w:hAnsi="Times New Roman"/>
          <w:b/>
          <w:sz w:val="28"/>
          <w:szCs w:val="28"/>
          <w:lang w:val="en-US"/>
        </w:rPr>
        <w:t>to</w:t>
      </w:r>
      <w:r w:rsidRPr="00891BEC">
        <w:rPr>
          <w:rFonts w:ascii="Times New Roman" w:hAnsi="Times New Roman"/>
          <w:b/>
          <w:sz w:val="28"/>
          <w:szCs w:val="28"/>
        </w:rPr>
        <w:t xml:space="preserve"> </w:t>
      </w:r>
      <w:r w:rsidRPr="00891BEC">
        <w:rPr>
          <w:rFonts w:ascii="Times New Roman" w:hAnsi="Times New Roman"/>
          <w:b/>
          <w:sz w:val="28"/>
          <w:szCs w:val="28"/>
          <w:lang w:val="en-US"/>
        </w:rPr>
        <w:t>be</w:t>
      </w:r>
      <w:r w:rsidRPr="00891BEC">
        <w:rPr>
          <w:rFonts w:ascii="Times New Roman" w:hAnsi="Times New Roman"/>
          <w:b/>
          <w:sz w:val="28"/>
          <w:szCs w:val="28"/>
        </w:rPr>
        <w:t>»</w:t>
      </w:r>
    </w:p>
    <w:p w:rsidR="00463DDF" w:rsidRPr="00D17CAD" w:rsidRDefault="00463DDF" w:rsidP="00D17CAD">
      <w:pPr>
        <w:jc w:val="both"/>
        <w:rPr>
          <w:rStyle w:val="BookTitle"/>
          <w:rFonts w:ascii="Times New Roman" w:hAnsi="Times New Roman"/>
          <w:b w:val="0"/>
          <w:smallCaps w:val="0"/>
          <w:sz w:val="24"/>
          <w:szCs w:val="24"/>
        </w:rPr>
      </w:pPr>
      <w:r w:rsidRPr="00D17CAD">
        <w:rPr>
          <w:rStyle w:val="BookTitle"/>
          <w:rFonts w:ascii="Times New Roman" w:hAnsi="Times New Roman"/>
          <w:sz w:val="24"/>
          <w:szCs w:val="24"/>
        </w:rPr>
        <w:t xml:space="preserve">Предмет: </w:t>
      </w:r>
      <w:r w:rsidRPr="00FE7BB5">
        <w:rPr>
          <w:rStyle w:val="BookTitle"/>
          <w:rFonts w:ascii="Times New Roman" w:hAnsi="Times New Roman"/>
          <w:b w:val="0"/>
          <w:sz w:val="24"/>
          <w:szCs w:val="24"/>
        </w:rPr>
        <w:t>Английский язык</w:t>
      </w:r>
      <w:r w:rsidRPr="00D17CAD">
        <w:rPr>
          <w:rStyle w:val="BookTitle"/>
          <w:rFonts w:ascii="Times New Roman" w:hAnsi="Times New Roman"/>
          <w:sz w:val="24"/>
          <w:szCs w:val="24"/>
        </w:rPr>
        <w:tab/>
        <w:t xml:space="preserve">Класс: </w:t>
      </w:r>
      <w:r w:rsidRPr="00FE7BB5">
        <w:rPr>
          <w:rStyle w:val="BookTitle"/>
          <w:rFonts w:ascii="Times New Roman" w:hAnsi="Times New Roman"/>
          <w:b w:val="0"/>
          <w:sz w:val="24"/>
          <w:szCs w:val="24"/>
        </w:rPr>
        <w:t>2</w:t>
      </w:r>
    </w:p>
    <w:p w:rsidR="00463DDF" w:rsidRPr="00D17CAD" w:rsidRDefault="00463DDF" w:rsidP="00D17CAD">
      <w:pPr>
        <w:ind w:left="4536" w:firstLine="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Пивкина Анна Николаевна</w:t>
      </w:r>
      <w:r w:rsidRPr="00D17CAD">
        <w:rPr>
          <w:rFonts w:ascii="Times New Roman" w:hAnsi="Times New Roman"/>
          <w:sz w:val="24"/>
          <w:szCs w:val="24"/>
        </w:rPr>
        <w:t xml:space="preserve">, учитель </w:t>
      </w:r>
      <w:r>
        <w:rPr>
          <w:rFonts w:ascii="Times New Roman" w:hAnsi="Times New Roman"/>
          <w:sz w:val="24"/>
          <w:szCs w:val="24"/>
        </w:rPr>
        <w:t>английского языка</w:t>
      </w:r>
      <w:r w:rsidRPr="00D17CAD">
        <w:rPr>
          <w:rFonts w:ascii="Times New Roman" w:hAnsi="Times New Roman"/>
          <w:sz w:val="24"/>
          <w:szCs w:val="24"/>
        </w:rPr>
        <w:t>, М</w:t>
      </w:r>
      <w:r>
        <w:rPr>
          <w:rFonts w:ascii="Times New Roman" w:hAnsi="Times New Roman"/>
          <w:sz w:val="24"/>
          <w:szCs w:val="24"/>
        </w:rPr>
        <w:t>Б</w:t>
      </w:r>
      <w:r w:rsidRPr="00D17CAD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У</w:t>
      </w:r>
      <w:r w:rsidRPr="00D17CAD">
        <w:rPr>
          <w:rFonts w:ascii="Times New Roman" w:hAnsi="Times New Roman"/>
          <w:sz w:val="24"/>
          <w:szCs w:val="24"/>
        </w:rPr>
        <w:t xml:space="preserve">СОШ № 1, </w:t>
      </w:r>
      <w:r>
        <w:rPr>
          <w:rFonts w:ascii="Times New Roman" w:hAnsi="Times New Roman"/>
          <w:sz w:val="24"/>
          <w:szCs w:val="24"/>
        </w:rPr>
        <w:t xml:space="preserve">им. А.С. Попова </w:t>
      </w:r>
      <w:r w:rsidRPr="00D17CAD">
        <w:rPr>
          <w:rFonts w:ascii="Times New Roman" w:hAnsi="Times New Roman"/>
          <w:sz w:val="24"/>
          <w:szCs w:val="24"/>
        </w:rPr>
        <w:t>г.</w:t>
      </w:r>
      <w:r>
        <w:rPr>
          <w:noProof/>
        </w:rPr>
        <w:pict>
          <v:line id="_x0000_s1026" style="position:absolute;left:0;text-align:left;z-index:251658240;mso-position-horizontal-relative:text;mso-position-vertical-relative:text" from="-36pt,0" to="-36pt,0"/>
        </w:pict>
      </w:r>
      <w:r>
        <w:rPr>
          <w:noProof/>
        </w:rPr>
        <w:pict>
          <v:line id="_x0000_s1027" style="position:absolute;left:0;text-align:left;z-index:251659264;mso-position-horizontal-relative:text;mso-position-vertical-relative:text" from="-18pt,9pt" to="-18pt,9pt"/>
        </w:pict>
      </w:r>
      <w:r>
        <w:rPr>
          <w:noProof/>
        </w:rPr>
        <w:pict>
          <v:line id="_x0000_s1028" style="position:absolute;left:0;text-align:left;z-index:251660288;mso-position-horizontal-relative:text;mso-position-vertical-relative:text" from="-27pt,9pt" to="-27pt,9pt"/>
        </w:pict>
      </w:r>
      <w:r>
        <w:rPr>
          <w:rFonts w:ascii="Times New Roman" w:hAnsi="Times New Roman"/>
          <w:sz w:val="24"/>
          <w:szCs w:val="24"/>
        </w:rPr>
        <w:t>Удомля</w:t>
      </w:r>
    </w:p>
    <w:p w:rsidR="00463DDF" w:rsidRPr="00D17CAD" w:rsidRDefault="00463DDF" w:rsidP="00AA68EC">
      <w:pPr>
        <w:spacing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3DDF" w:rsidRPr="00D17CAD" w:rsidRDefault="00463DDF" w:rsidP="00AA68EC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7CAD">
        <w:rPr>
          <w:rFonts w:ascii="Times New Roman" w:hAnsi="Times New Roman"/>
          <w:sz w:val="24"/>
          <w:szCs w:val="24"/>
        </w:rPr>
        <w:t>Конспект урока.</w:t>
      </w:r>
    </w:p>
    <w:p w:rsidR="00463DDF" w:rsidRPr="0034407B" w:rsidRDefault="00463DDF" w:rsidP="005A7098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color w:val="2B2B2B"/>
          <w:sz w:val="24"/>
          <w:szCs w:val="24"/>
        </w:rPr>
      </w:pPr>
      <w:r w:rsidRPr="00DD7919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  <w:r>
        <w:rPr>
          <w:rFonts w:ascii="Verdana" w:hAnsi="Verdana"/>
          <w:color w:val="2B2B2B"/>
          <w:sz w:val="24"/>
          <w:szCs w:val="24"/>
        </w:rPr>
        <w:t xml:space="preserve">: </w:t>
      </w:r>
      <w:r>
        <w:rPr>
          <w:rFonts w:ascii="Times New Roman" w:hAnsi="Times New Roman"/>
          <w:color w:val="2B2B2B"/>
          <w:sz w:val="24"/>
          <w:szCs w:val="24"/>
        </w:rPr>
        <w:t>в ходе урока развивается умение учащихся взаимодействовать с окружающим миром, выполняя разные роли в пределах речевых возможностей младшего школьника (театрализованное представление), развиваются коммуникативные способности школьника, что соответствует новому стандарту начального образования.</w:t>
      </w:r>
    </w:p>
    <w:p w:rsidR="00463DDF" w:rsidRDefault="00463DDF" w:rsidP="00AA68EC">
      <w:pPr>
        <w:pStyle w:val="ListParagraph"/>
        <w:spacing w:after="200"/>
        <w:jc w:val="both"/>
      </w:pPr>
      <w:r w:rsidRPr="00D17CAD">
        <w:rPr>
          <w:b/>
        </w:rPr>
        <w:t>Цель урока:</w:t>
      </w:r>
      <w:r w:rsidRPr="00D17CAD">
        <w:t xml:space="preserve"> </w:t>
      </w:r>
      <w:r w:rsidRPr="00FE7BB5">
        <w:t xml:space="preserve">Обучение чтению буквы Оо в открытом слоге. Закрепление навыков монологической речи. Систематизация материала по теме «Формы глагола </w:t>
      </w:r>
      <w:r w:rsidRPr="00FE7BB5">
        <w:rPr>
          <w:lang w:val="en-US"/>
        </w:rPr>
        <w:t>to</w:t>
      </w:r>
      <w:r w:rsidRPr="00FE7BB5">
        <w:t xml:space="preserve"> </w:t>
      </w:r>
      <w:r w:rsidRPr="00FE7BB5">
        <w:rPr>
          <w:lang w:val="en-US"/>
        </w:rPr>
        <w:t>be</w:t>
      </w:r>
      <w:r w:rsidRPr="00FE7BB5">
        <w:t xml:space="preserve"> в настоящем времени».</w:t>
      </w:r>
    </w:p>
    <w:p w:rsidR="00463DDF" w:rsidRDefault="00463DDF" w:rsidP="00F675B9">
      <w:pPr>
        <w:pStyle w:val="ListParagraph"/>
        <w:spacing w:after="200"/>
        <w:jc w:val="both"/>
        <w:rPr>
          <w:b/>
        </w:rPr>
      </w:pPr>
    </w:p>
    <w:p w:rsidR="00463DDF" w:rsidRPr="00F675B9" w:rsidRDefault="00463DDF" w:rsidP="00F675B9">
      <w:pPr>
        <w:pStyle w:val="ListParagraph"/>
        <w:spacing w:after="200"/>
        <w:jc w:val="both"/>
      </w:pPr>
      <w:r w:rsidRPr="00D17CAD">
        <w:rPr>
          <w:b/>
        </w:rPr>
        <w:t>Задачи:</w:t>
      </w:r>
      <w:r>
        <w:rPr>
          <w:b/>
        </w:rPr>
        <w:t xml:space="preserve"> </w:t>
      </w:r>
      <w:r w:rsidRPr="00A609CB">
        <w:t>научить читать</w:t>
      </w:r>
      <w:r>
        <w:t xml:space="preserve"> букву </w:t>
      </w:r>
      <w:r>
        <w:rPr>
          <w:lang w:val="en-US"/>
        </w:rPr>
        <w:t>Oo</w:t>
      </w:r>
      <w:r>
        <w:t xml:space="preserve"> в открытом слоге, закрепить навыки устной монологической и диалогической речи, систематизировать материал</w:t>
      </w:r>
      <w:r w:rsidRPr="00FE7BB5">
        <w:t xml:space="preserve"> по теме «Формы глагола </w:t>
      </w:r>
      <w:r w:rsidRPr="00FE7BB5">
        <w:rPr>
          <w:lang w:val="en-US"/>
        </w:rPr>
        <w:t>to</w:t>
      </w:r>
      <w:r w:rsidRPr="00FE7BB5">
        <w:t xml:space="preserve"> </w:t>
      </w:r>
      <w:r w:rsidRPr="00FE7BB5">
        <w:rPr>
          <w:lang w:val="en-US"/>
        </w:rPr>
        <w:t>be</w:t>
      </w:r>
      <w:r>
        <w:t xml:space="preserve"> в настоящем времени»</w:t>
      </w:r>
    </w:p>
    <w:p w:rsidR="00463DDF" w:rsidRPr="00D17CAD" w:rsidRDefault="00463DDF" w:rsidP="00D17CA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17CAD">
        <w:rPr>
          <w:rFonts w:ascii="Times New Roman" w:hAnsi="Times New Roman"/>
          <w:b/>
          <w:sz w:val="24"/>
          <w:szCs w:val="24"/>
        </w:rPr>
        <w:t>Тип урока:</w:t>
      </w:r>
      <w:r w:rsidRPr="00D17C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комбинированный</w:t>
      </w:r>
    </w:p>
    <w:p w:rsidR="00463DDF" w:rsidRPr="00FE7BB5" w:rsidRDefault="00463DDF" w:rsidP="00D17CA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D17CAD">
        <w:rPr>
          <w:rFonts w:ascii="Times New Roman" w:hAnsi="Times New Roman"/>
          <w:b/>
          <w:sz w:val="24"/>
          <w:szCs w:val="24"/>
        </w:rPr>
        <w:t>Техническое обеспечение урока:</w:t>
      </w:r>
      <w:r w:rsidRPr="00D17CAD">
        <w:rPr>
          <w:rFonts w:ascii="Times New Roman" w:hAnsi="Times New Roman"/>
          <w:sz w:val="24"/>
          <w:szCs w:val="24"/>
        </w:rPr>
        <w:t xml:space="preserve"> </w:t>
      </w:r>
      <w:r w:rsidRPr="00FE7BB5">
        <w:rPr>
          <w:rFonts w:ascii="Times New Roman" w:hAnsi="Times New Roman"/>
          <w:sz w:val="24"/>
          <w:szCs w:val="24"/>
        </w:rPr>
        <w:t xml:space="preserve">аудиозаписи, таблица транскрипционными значками, таблицы по темам: «Формы глагола </w:t>
      </w:r>
      <w:r w:rsidRPr="00FE7BB5">
        <w:rPr>
          <w:rFonts w:ascii="Times New Roman" w:hAnsi="Times New Roman"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7BB5">
        <w:rPr>
          <w:rFonts w:ascii="Times New Roman" w:hAnsi="Times New Roman"/>
          <w:sz w:val="24"/>
          <w:szCs w:val="24"/>
          <w:lang w:val="en-US"/>
        </w:rPr>
        <w:t>be</w:t>
      </w:r>
      <w:r w:rsidRPr="00FE7BB5">
        <w:rPr>
          <w:rFonts w:ascii="Times New Roman" w:hAnsi="Times New Roman"/>
          <w:sz w:val="24"/>
          <w:szCs w:val="24"/>
        </w:rPr>
        <w:t xml:space="preserve"> в настоящем времени», «Чтение буквы Оо в открытом слоге», костюмы артистов из сказки «Теремок»</w:t>
      </w:r>
      <w:r>
        <w:rPr>
          <w:rFonts w:ascii="Times New Roman" w:hAnsi="Times New Roman"/>
          <w:sz w:val="24"/>
          <w:szCs w:val="24"/>
        </w:rPr>
        <w:t>,</w:t>
      </w:r>
      <w:r w:rsidRPr="00891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интерактивная доска: </w:t>
      </w:r>
      <w:r w:rsidRPr="00FE7BB5">
        <w:rPr>
          <w:rFonts w:ascii="Times New Roman" w:hAnsi="Times New Roman"/>
          <w:sz w:val="24"/>
          <w:szCs w:val="24"/>
        </w:rPr>
        <w:t>символы для составления моделей</w:t>
      </w:r>
      <w:r>
        <w:rPr>
          <w:rFonts w:ascii="Times New Roman" w:hAnsi="Times New Roman"/>
          <w:sz w:val="24"/>
          <w:szCs w:val="24"/>
        </w:rPr>
        <w:t xml:space="preserve"> предложений.</w:t>
      </w:r>
    </w:p>
    <w:p w:rsidR="00463DDF" w:rsidRPr="00A609CB" w:rsidRDefault="00463DDF" w:rsidP="00A609CB">
      <w:pPr>
        <w:ind w:left="708" w:firstLine="1"/>
        <w:jc w:val="both"/>
        <w:rPr>
          <w:rFonts w:ascii="Times New Roman" w:hAnsi="Times New Roman"/>
          <w:sz w:val="24"/>
          <w:szCs w:val="24"/>
        </w:rPr>
      </w:pPr>
      <w:r w:rsidRPr="00D17CAD">
        <w:rPr>
          <w:rFonts w:ascii="Times New Roman" w:hAnsi="Times New Roman"/>
          <w:b/>
          <w:sz w:val="24"/>
          <w:szCs w:val="24"/>
        </w:rPr>
        <w:t>Ожидаемый результат:</w:t>
      </w:r>
      <w:r w:rsidRPr="00D17C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ознакомление учащихся с чтением буквы </w:t>
      </w:r>
      <w:r>
        <w:rPr>
          <w:rFonts w:ascii="Times New Roman" w:hAnsi="Times New Roman"/>
          <w:sz w:val="24"/>
          <w:szCs w:val="24"/>
          <w:lang w:val="en-US"/>
        </w:rPr>
        <w:t>Oo</w:t>
      </w:r>
      <w:r w:rsidRPr="00A609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открытом слоге, систематизация материала по теме «формы глагола </w:t>
      </w:r>
      <w:r>
        <w:rPr>
          <w:rFonts w:ascii="Times New Roman" w:hAnsi="Times New Roman"/>
          <w:sz w:val="24"/>
          <w:szCs w:val="24"/>
          <w:lang w:val="en-US"/>
        </w:rPr>
        <w:t>to</w:t>
      </w:r>
      <w:r w:rsidRPr="00A609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be</w:t>
      </w:r>
      <w:r>
        <w:rPr>
          <w:rFonts w:ascii="Times New Roman" w:hAnsi="Times New Roman"/>
          <w:sz w:val="24"/>
          <w:szCs w:val="24"/>
        </w:rPr>
        <w:t>», развитие орфографических навыков, формирование навыков монологической и диалогической речи.</w:t>
      </w:r>
    </w:p>
    <w:p w:rsidR="00463DDF" w:rsidRPr="00D17CAD" w:rsidRDefault="00463DDF" w:rsidP="00D17CA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17CAD">
        <w:rPr>
          <w:rFonts w:ascii="Times New Roman" w:hAnsi="Times New Roman"/>
          <w:b/>
          <w:sz w:val="24"/>
          <w:szCs w:val="24"/>
        </w:rPr>
        <w:t>План урока:</w:t>
      </w:r>
    </w:p>
    <w:p w:rsidR="00463DDF" w:rsidRPr="00D17CAD" w:rsidRDefault="00463DDF" w:rsidP="00D17CAD">
      <w:pPr>
        <w:pStyle w:val="ListParagraph"/>
        <w:numPr>
          <w:ilvl w:val="0"/>
          <w:numId w:val="1"/>
        </w:numPr>
        <w:ind w:left="1080"/>
        <w:jc w:val="both"/>
      </w:pPr>
      <w:r w:rsidRPr="00D17CAD">
        <w:t>Организационный момент.</w:t>
      </w:r>
    </w:p>
    <w:p w:rsidR="00463DDF" w:rsidRPr="00D17CAD" w:rsidRDefault="00463DDF" w:rsidP="00D17CAD">
      <w:pPr>
        <w:pStyle w:val="ListParagraph"/>
        <w:numPr>
          <w:ilvl w:val="0"/>
          <w:numId w:val="1"/>
        </w:numPr>
        <w:ind w:left="1080"/>
        <w:jc w:val="both"/>
      </w:pPr>
      <w:r w:rsidRPr="00D17CAD">
        <w:t>Актуализация знаний.</w:t>
      </w:r>
    </w:p>
    <w:p w:rsidR="00463DDF" w:rsidRPr="00D17CAD" w:rsidRDefault="00463DDF" w:rsidP="00D17CAD">
      <w:pPr>
        <w:pStyle w:val="ListParagraph"/>
        <w:numPr>
          <w:ilvl w:val="0"/>
          <w:numId w:val="1"/>
        </w:numPr>
        <w:ind w:left="1080"/>
        <w:jc w:val="both"/>
      </w:pPr>
      <w:r w:rsidRPr="00D17CAD">
        <w:t>Целеполагание.</w:t>
      </w:r>
    </w:p>
    <w:p w:rsidR="00463DDF" w:rsidRPr="00D17CAD" w:rsidRDefault="00463DDF" w:rsidP="00CD32BC">
      <w:pPr>
        <w:pStyle w:val="ListParagraph"/>
        <w:numPr>
          <w:ilvl w:val="0"/>
          <w:numId w:val="1"/>
        </w:numPr>
        <w:ind w:left="1080"/>
        <w:jc w:val="both"/>
      </w:pPr>
      <w:r w:rsidRPr="00D17CAD">
        <w:t>Изложение нового материала.</w:t>
      </w:r>
    </w:p>
    <w:p w:rsidR="00463DDF" w:rsidRDefault="00463DDF" w:rsidP="00D17CAD">
      <w:pPr>
        <w:pStyle w:val="ListParagraph"/>
        <w:numPr>
          <w:ilvl w:val="0"/>
          <w:numId w:val="1"/>
        </w:numPr>
        <w:ind w:left="1080"/>
        <w:jc w:val="both"/>
      </w:pPr>
      <w:r w:rsidRPr="00D17CAD">
        <w:t xml:space="preserve">Закрепление.  </w:t>
      </w:r>
    </w:p>
    <w:p w:rsidR="00463DDF" w:rsidRPr="00D17CAD" w:rsidRDefault="00463DDF" w:rsidP="00D17CAD">
      <w:pPr>
        <w:pStyle w:val="ListParagraph"/>
        <w:numPr>
          <w:ilvl w:val="0"/>
          <w:numId w:val="1"/>
        </w:numPr>
        <w:ind w:left="1080"/>
        <w:jc w:val="both"/>
      </w:pPr>
      <w:r>
        <w:t>Итог урока</w:t>
      </w:r>
      <w:r w:rsidRPr="00D17CAD">
        <w:t xml:space="preserve"> </w:t>
      </w:r>
    </w:p>
    <w:p w:rsidR="00463DDF" w:rsidRDefault="00463DDF" w:rsidP="00D17CAD">
      <w:pPr>
        <w:pStyle w:val="ListParagraph"/>
        <w:numPr>
          <w:ilvl w:val="0"/>
          <w:numId w:val="1"/>
        </w:numPr>
        <w:ind w:left="1080"/>
        <w:jc w:val="both"/>
      </w:pPr>
      <w:r w:rsidRPr="00D17CAD">
        <w:t>Задание на дом.</w:t>
      </w:r>
    </w:p>
    <w:p w:rsidR="00463DDF" w:rsidRDefault="00463DDF" w:rsidP="00D03DE7">
      <w:pPr>
        <w:pStyle w:val="ListParagraph"/>
        <w:ind w:left="0"/>
        <w:rPr>
          <w:lang w:val="en-US"/>
        </w:rPr>
      </w:pPr>
    </w:p>
    <w:p w:rsidR="00463DDF" w:rsidRDefault="00463DDF" w:rsidP="00D03DE7">
      <w:pPr>
        <w:pStyle w:val="ListParagraph"/>
        <w:ind w:left="0"/>
        <w:rPr>
          <w:lang w:val="en-US"/>
        </w:rPr>
      </w:pPr>
    </w:p>
    <w:p w:rsidR="00463DDF" w:rsidRDefault="00463DDF" w:rsidP="00D03DE7">
      <w:pPr>
        <w:pStyle w:val="ListParagraph"/>
        <w:ind w:left="0"/>
        <w:rPr>
          <w:lang w:val="en-US"/>
        </w:rPr>
      </w:pPr>
    </w:p>
    <w:p w:rsidR="00463DDF" w:rsidRDefault="00463DDF" w:rsidP="00D03DE7">
      <w:pPr>
        <w:pStyle w:val="ListParagraph"/>
        <w:ind w:left="0"/>
        <w:rPr>
          <w:lang w:val="en-US"/>
        </w:rPr>
      </w:pPr>
    </w:p>
    <w:p w:rsidR="00463DDF" w:rsidRPr="00D03DE7" w:rsidRDefault="00463DDF" w:rsidP="00D03DE7">
      <w:pPr>
        <w:pStyle w:val="ListParagraph"/>
        <w:ind w:left="0"/>
        <w:rPr>
          <w:lang w:val="en-US"/>
        </w:rPr>
      </w:pPr>
    </w:p>
    <w:p w:rsidR="00463DDF" w:rsidRPr="00D17CAD" w:rsidRDefault="00463DDF" w:rsidP="00D17CAD">
      <w:pPr>
        <w:pStyle w:val="ListParagraph"/>
        <w:ind w:left="0"/>
        <w:jc w:val="center"/>
        <w:rPr>
          <w:b/>
        </w:rPr>
      </w:pPr>
      <w:r w:rsidRPr="00D17CAD">
        <w:rPr>
          <w:b/>
        </w:rPr>
        <w:t>Конспект урока</w:t>
      </w:r>
    </w:p>
    <w:tbl>
      <w:tblPr>
        <w:tblW w:w="9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6132"/>
        <w:gridCol w:w="1800"/>
      </w:tblGrid>
      <w:tr w:rsidR="00463DDF" w:rsidRPr="0084672C" w:rsidTr="0052042F">
        <w:tc>
          <w:tcPr>
            <w:tcW w:w="1668" w:type="dxa"/>
          </w:tcPr>
          <w:p w:rsidR="00463DDF" w:rsidRPr="0084672C" w:rsidRDefault="00463DDF" w:rsidP="005204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6132" w:type="dxa"/>
          </w:tcPr>
          <w:p w:rsidR="00463DDF" w:rsidRPr="0084672C" w:rsidRDefault="00463DDF" w:rsidP="0052042F">
            <w:pPr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800" w:type="dxa"/>
          </w:tcPr>
          <w:p w:rsidR="00463DDF" w:rsidRPr="0084672C" w:rsidRDefault="00463DDF" w:rsidP="005204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463DDF" w:rsidRPr="005A7098" w:rsidTr="0052042F">
        <w:tc>
          <w:tcPr>
            <w:tcW w:w="1668" w:type="dxa"/>
          </w:tcPr>
          <w:p w:rsidR="00463DDF" w:rsidRPr="0084672C" w:rsidRDefault="00463DDF" w:rsidP="005204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Организа-</w:t>
            </w:r>
          </w:p>
          <w:p w:rsidR="00463DDF" w:rsidRPr="0084672C" w:rsidRDefault="00463DDF" w:rsidP="005204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ционный.</w:t>
            </w:r>
          </w:p>
          <w:p w:rsidR="00463DDF" w:rsidRPr="0084672C" w:rsidRDefault="00463DDF" w:rsidP="005204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2" w:type="dxa"/>
          </w:tcPr>
          <w:p w:rsidR="00463DDF" w:rsidRPr="00FE7BB5" w:rsidRDefault="00463DDF" w:rsidP="00233E99">
            <w:pPr>
              <w:pStyle w:val="ListParagraph"/>
              <w:ind w:left="0"/>
              <w:jc w:val="both"/>
            </w:pPr>
            <w:r w:rsidRPr="00FE7BB5">
              <w:rPr>
                <w:lang w:val="en-US"/>
              </w:rPr>
              <w:t>Good morning boys and girls! I’m glad to see you. Sit down, please. Today</w:t>
            </w:r>
            <w:r w:rsidRPr="00233E99">
              <w:rPr>
                <w:lang w:val="en-US"/>
              </w:rPr>
              <w:t xml:space="preserve"> </w:t>
            </w:r>
            <w:r w:rsidRPr="00FE7BB5">
              <w:rPr>
                <w:lang w:val="en-US"/>
              </w:rPr>
              <w:t>is</w:t>
            </w:r>
            <w:r>
              <w:rPr>
                <w:lang w:val="en-US"/>
              </w:rPr>
              <w:t xml:space="preserve"> </w:t>
            </w:r>
            <w:r w:rsidRPr="00FE7BB5">
              <w:rPr>
                <w:lang w:val="en-US"/>
              </w:rPr>
              <w:t>the</w:t>
            </w:r>
            <w:r w:rsidRPr="00233E99">
              <w:rPr>
                <w:lang w:val="en-US"/>
              </w:rPr>
              <w:t xml:space="preserve"> 25</w:t>
            </w:r>
            <w:r w:rsidRPr="00FE7BB5">
              <w:rPr>
                <w:vertAlign w:val="superscript"/>
                <w:lang w:val="en-US"/>
              </w:rPr>
              <w:t>th</w:t>
            </w:r>
            <w:r w:rsidRPr="00233E99">
              <w:rPr>
                <w:lang w:val="en-US"/>
              </w:rPr>
              <w:t xml:space="preserve"> </w:t>
            </w:r>
            <w:r w:rsidRPr="00FE7BB5">
              <w:rPr>
                <w:lang w:val="en-US"/>
              </w:rPr>
              <w:t>of</w:t>
            </w:r>
            <w:r w:rsidRPr="00233E99">
              <w:rPr>
                <w:lang w:val="en-US"/>
              </w:rPr>
              <w:t xml:space="preserve"> </w:t>
            </w:r>
            <w:r w:rsidRPr="00FE7BB5">
              <w:rPr>
                <w:lang w:val="en-US"/>
              </w:rPr>
              <w:t>April</w:t>
            </w:r>
            <w:r w:rsidRPr="00233E99">
              <w:rPr>
                <w:lang w:val="en-US"/>
              </w:rPr>
              <w:t xml:space="preserve">. </w:t>
            </w:r>
            <w:r w:rsidRPr="00FE7BB5">
              <w:rPr>
                <w:lang w:val="en-US"/>
              </w:rPr>
              <w:t>Today</w:t>
            </w:r>
            <w:r w:rsidRPr="00FE7BB5">
              <w:t xml:space="preserve"> </w:t>
            </w:r>
            <w:r w:rsidRPr="00FE7BB5">
              <w:rPr>
                <w:lang w:val="en-US"/>
              </w:rPr>
              <w:t>is</w:t>
            </w:r>
            <w:r w:rsidRPr="00FE7BB5">
              <w:t xml:space="preserve"> </w:t>
            </w:r>
            <w:r w:rsidRPr="00FE7BB5">
              <w:rPr>
                <w:lang w:val="en-US"/>
              </w:rPr>
              <w:t>Wednesday</w:t>
            </w:r>
            <w:r w:rsidRPr="00FE7BB5">
              <w:t xml:space="preserve">. Сегодня мы научимся читать букву Оо в открытом слоге, будем составлять предложения по картинкам, используя модели предложений, вспомним формы глагола </w:t>
            </w:r>
            <w:r w:rsidRPr="00FE7BB5">
              <w:rPr>
                <w:lang w:val="en-US"/>
              </w:rPr>
              <w:t>to</w:t>
            </w:r>
            <w:r w:rsidRPr="00FE7BB5">
              <w:t xml:space="preserve"> </w:t>
            </w:r>
            <w:r w:rsidRPr="00FE7BB5">
              <w:rPr>
                <w:lang w:val="en-US"/>
              </w:rPr>
              <w:t>be</w:t>
            </w:r>
            <w:r w:rsidRPr="00FE7BB5">
              <w:t>, посмотрим сказку, которую ваши одноклассники приготовили для вас.</w:t>
            </w:r>
          </w:p>
        </w:tc>
        <w:tc>
          <w:tcPr>
            <w:tcW w:w="1800" w:type="dxa"/>
          </w:tcPr>
          <w:p w:rsidR="00463DDF" w:rsidRPr="0084672C" w:rsidRDefault="00463DDF" w:rsidP="00233E9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We are glad to see you too!</w:t>
            </w:r>
          </w:p>
        </w:tc>
      </w:tr>
      <w:tr w:rsidR="00463DDF" w:rsidRPr="0084672C" w:rsidTr="0052042F">
        <w:tc>
          <w:tcPr>
            <w:tcW w:w="1668" w:type="dxa"/>
          </w:tcPr>
          <w:p w:rsidR="00463DDF" w:rsidRPr="0084672C" w:rsidRDefault="00463DDF" w:rsidP="0052042F">
            <w:pPr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Актуализа-ция знаний</w:t>
            </w:r>
          </w:p>
        </w:tc>
        <w:tc>
          <w:tcPr>
            <w:tcW w:w="6132" w:type="dxa"/>
          </w:tcPr>
          <w:p w:rsidR="00463DDF" w:rsidRPr="00314BC3" w:rsidRDefault="00463DDF" w:rsidP="00233E99">
            <w:pPr>
              <w:pStyle w:val="ListParagraph"/>
              <w:spacing w:after="200" w:line="276" w:lineRule="auto"/>
              <w:ind w:left="0"/>
              <w:jc w:val="both"/>
              <w:rPr>
                <w:lang w:val="en-US"/>
              </w:rPr>
            </w:pPr>
            <w:r w:rsidRPr="00314BC3">
              <w:t>Фонетическая</w:t>
            </w:r>
            <w:r w:rsidRPr="00314BC3">
              <w:rPr>
                <w:lang w:val="en-US"/>
              </w:rPr>
              <w:t xml:space="preserve">  </w:t>
            </w:r>
            <w:r w:rsidRPr="00314BC3">
              <w:t>разминка</w:t>
            </w:r>
            <w:r w:rsidRPr="00314BC3">
              <w:rPr>
                <w:lang w:val="en-US"/>
              </w:rPr>
              <w:t>.</w:t>
            </w:r>
          </w:p>
          <w:p w:rsidR="00463DDF" w:rsidRPr="00314BC3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  <w:r w:rsidRPr="00314BC3">
              <w:rPr>
                <w:b/>
                <w:lang w:val="en-US"/>
              </w:rPr>
              <w:t xml:space="preserve">- </w:t>
            </w:r>
            <w:r w:rsidRPr="00314BC3">
              <w:rPr>
                <w:lang w:val="en-US"/>
              </w:rPr>
              <w:t>repeat after me [i:]</w:t>
            </w:r>
          </w:p>
          <w:p w:rsidR="00463DDF" w:rsidRPr="00314BC3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  <w:r w:rsidRPr="00314BC3">
              <w:rPr>
                <w:lang w:val="en-US"/>
              </w:rPr>
              <w:t>- find this sound. Press it. Is it correct?</w:t>
            </w:r>
          </w:p>
          <w:p w:rsidR="00463DDF" w:rsidRPr="00314BC3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  <w:r w:rsidRPr="00314BC3">
              <w:rPr>
                <w:lang w:val="en-US"/>
              </w:rPr>
              <w:t>-repeat after me: [i] [e] [æ] [</w:t>
            </w:r>
            <w:r w:rsidRPr="00314BC3">
              <w:rPr>
                <w:rFonts w:eastAsia="MS Mincho"/>
                <w:lang w:val="en-US"/>
              </w:rPr>
              <w:t>ʌ</w:t>
            </w:r>
            <w:r w:rsidRPr="00314BC3">
              <w:rPr>
                <w:lang w:val="en-US"/>
              </w:rPr>
              <w:t>] [</w:t>
            </w:r>
            <w:r w:rsidRPr="00314BC3">
              <w:rPr>
                <w:rFonts w:eastAsia="MS Mincho"/>
                <w:lang w:val="en-US"/>
              </w:rPr>
              <w:t>ɔ</w:t>
            </w:r>
            <w:r w:rsidRPr="00314BC3">
              <w:rPr>
                <w:lang w:val="en-US"/>
              </w:rPr>
              <w:t>] [ei] [ai] [əu]</w:t>
            </w:r>
          </w:p>
          <w:p w:rsidR="00463DDF" w:rsidRPr="00233E99" w:rsidRDefault="00463DDF" w:rsidP="00233E99">
            <w:pPr>
              <w:pStyle w:val="ListParagraph"/>
              <w:ind w:left="0"/>
              <w:jc w:val="both"/>
              <w:rPr>
                <w:b/>
                <w:lang w:val="en-US"/>
              </w:rPr>
            </w:pPr>
          </w:p>
          <w:p w:rsidR="00463DDF" w:rsidRPr="00233E99" w:rsidRDefault="00463DDF" w:rsidP="00233E99">
            <w:pPr>
              <w:pStyle w:val="ListParagraph"/>
              <w:ind w:left="0"/>
              <w:jc w:val="both"/>
              <w:rPr>
                <w:b/>
                <w:lang w:val="en-US"/>
              </w:rPr>
            </w:pPr>
          </w:p>
          <w:p w:rsidR="00463DDF" w:rsidRPr="00233E99" w:rsidRDefault="00463DDF" w:rsidP="00233E99">
            <w:pPr>
              <w:pStyle w:val="ListParagraph"/>
              <w:ind w:left="0"/>
              <w:jc w:val="both"/>
              <w:rPr>
                <w:b/>
                <w:lang w:val="en-US"/>
              </w:rPr>
            </w:pPr>
          </w:p>
          <w:p w:rsidR="00463DDF" w:rsidRPr="00233E99" w:rsidRDefault="00463DDF" w:rsidP="00233E99">
            <w:pPr>
              <w:pStyle w:val="ListParagraph"/>
              <w:ind w:left="0"/>
              <w:jc w:val="both"/>
              <w:rPr>
                <w:b/>
                <w:lang w:val="en-US"/>
              </w:rPr>
            </w:pPr>
          </w:p>
          <w:p w:rsidR="00463DDF" w:rsidRPr="00233E99" w:rsidRDefault="00463DDF" w:rsidP="00233E99">
            <w:pPr>
              <w:pStyle w:val="ListParagraph"/>
              <w:ind w:left="0"/>
              <w:jc w:val="both"/>
              <w:rPr>
                <w:b/>
                <w:lang w:val="en-US"/>
              </w:rPr>
            </w:pPr>
          </w:p>
          <w:p w:rsidR="00463DDF" w:rsidRPr="00233E99" w:rsidRDefault="00463DDF" w:rsidP="00233E99">
            <w:pPr>
              <w:pStyle w:val="ListParagraph"/>
              <w:ind w:left="0"/>
              <w:jc w:val="both"/>
              <w:rPr>
                <w:b/>
                <w:lang w:val="en-US"/>
              </w:rPr>
            </w:pPr>
          </w:p>
          <w:p w:rsidR="00463DDF" w:rsidRPr="00233E99" w:rsidRDefault="00463DDF" w:rsidP="00233E99">
            <w:pPr>
              <w:pStyle w:val="ListParagraph"/>
              <w:ind w:left="0"/>
              <w:jc w:val="both"/>
              <w:rPr>
                <w:b/>
                <w:lang w:val="en-US"/>
              </w:rPr>
            </w:pPr>
          </w:p>
          <w:p w:rsidR="00463DDF" w:rsidRPr="00233E99" w:rsidRDefault="00463DDF" w:rsidP="00233E99">
            <w:pPr>
              <w:pStyle w:val="ListParagraph"/>
              <w:ind w:left="0"/>
              <w:jc w:val="both"/>
              <w:rPr>
                <w:b/>
                <w:lang w:val="en-US"/>
              </w:rPr>
            </w:pPr>
          </w:p>
          <w:p w:rsidR="00463DDF" w:rsidRPr="00FE7BB5" w:rsidRDefault="00463DDF" w:rsidP="00233E99">
            <w:pPr>
              <w:pStyle w:val="ListParagraph"/>
              <w:ind w:left="0"/>
              <w:jc w:val="both"/>
              <w:rPr>
                <w:b/>
                <w:lang w:val="en-US"/>
              </w:rPr>
            </w:pPr>
          </w:p>
          <w:p w:rsidR="00463DDF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FE7BB5" w:rsidRDefault="00463DDF" w:rsidP="00233E99">
            <w:pPr>
              <w:pStyle w:val="ListParagraph"/>
              <w:ind w:left="0"/>
              <w:jc w:val="both"/>
            </w:pPr>
            <w:r w:rsidRPr="00FE7BB5">
              <w:t>Речевая разминка.</w:t>
            </w:r>
          </w:p>
          <w:p w:rsidR="00463DDF" w:rsidRPr="00314BC3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  <w:r w:rsidRPr="00314BC3">
              <w:t>Дети показывают сказку «</w:t>
            </w:r>
            <w:r w:rsidRPr="00314BC3">
              <w:rPr>
                <w:lang w:val="en-US"/>
              </w:rPr>
              <w:t>The</w:t>
            </w:r>
            <w:r w:rsidRPr="00314BC3">
              <w:t xml:space="preserve"> </w:t>
            </w:r>
            <w:r w:rsidRPr="00314BC3">
              <w:rPr>
                <w:lang w:val="en-US"/>
              </w:rPr>
              <w:t>little</w:t>
            </w:r>
            <w:r w:rsidRPr="00314BC3">
              <w:t xml:space="preserve"> </w:t>
            </w:r>
            <w:r w:rsidRPr="00314BC3">
              <w:rPr>
                <w:lang w:val="en-US"/>
              </w:rPr>
              <w:t>house</w:t>
            </w:r>
            <w:r w:rsidRPr="00314BC3">
              <w:t>». См</w:t>
            </w:r>
            <w:r w:rsidRPr="00314BC3">
              <w:rPr>
                <w:lang w:val="en-US"/>
              </w:rPr>
              <w:t>.</w:t>
            </w:r>
            <w:r w:rsidRPr="005A7098">
              <w:rPr>
                <w:lang w:val="en-US"/>
              </w:rPr>
              <w:t xml:space="preserve"> </w:t>
            </w:r>
            <w:r w:rsidRPr="00314BC3">
              <w:t>Приложение</w:t>
            </w:r>
            <w:r>
              <w:rPr>
                <w:lang w:val="en-US"/>
              </w:rPr>
              <w:t xml:space="preserve"> </w:t>
            </w:r>
            <w:r w:rsidRPr="00314BC3">
              <w:rPr>
                <w:lang w:val="en-US"/>
              </w:rPr>
              <w:t>1.</w:t>
            </w:r>
          </w:p>
          <w:p w:rsidR="00463DDF" w:rsidRPr="00314BC3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- do you like this fairy</w:t>
            </w:r>
            <w:r w:rsidRPr="00314BC3">
              <w:rPr>
                <w:lang w:val="en-US"/>
              </w:rPr>
              <w:t>tale?</w:t>
            </w:r>
          </w:p>
          <w:p w:rsidR="00463DDF" w:rsidRPr="00314BC3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  <w:r w:rsidRPr="00314BC3">
              <w:rPr>
                <w:lang w:val="en-US"/>
              </w:rPr>
              <w:t>- Who lives in the house?</w:t>
            </w:r>
          </w:p>
          <w:p w:rsidR="00463DDF" w:rsidRPr="00314BC3" w:rsidRDefault="00463DDF" w:rsidP="00233E99">
            <w:pPr>
              <w:pStyle w:val="ListParagraph"/>
              <w:ind w:left="0"/>
              <w:jc w:val="both"/>
            </w:pPr>
            <w:r w:rsidRPr="00314BC3">
              <w:t xml:space="preserve">- </w:t>
            </w:r>
            <w:r w:rsidRPr="00314BC3">
              <w:rPr>
                <w:lang w:val="en-US"/>
              </w:rPr>
              <w:t>what</w:t>
            </w:r>
            <w:r w:rsidRPr="00314BC3">
              <w:t xml:space="preserve"> </w:t>
            </w:r>
            <w:r w:rsidRPr="00314BC3">
              <w:rPr>
                <w:lang w:val="en-US"/>
              </w:rPr>
              <w:t>can</w:t>
            </w:r>
            <w:r w:rsidRPr="00314BC3">
              <w:t xml:space="preserve"> </w:t>
            </w:r>
            <w:r w:rsidRPr="00314BC3">
              <w:rPr>
                <w:lang w:val="en-US"/>
              </w:rPr>
              <w:t>it</w:t>
            </w:r>
            <w:r w:rsidRPr="00314BC3">
              <w:t xml:space="preserve"> </w:t>
            </w:r>
            <w:r w:rsidRPr="00314BC3">
              <w:rPr>
                <w:lang w:val="en-US"/>
              </w:rPr>
              <w:t>do</w:t>
            </w:r>
            <w:r w:rsidRPr="00314BC3">
              <w:t>?</w:t>
            </w:r>
          </w:p>
          <w:p w:rsidR="00463DDF" w:rsidRPr="00DD7919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  <w:r w:rsidRPr="00FE7BB5">
              <w:t>Закрепление орфографического навыка. Проверка</w:t>
            </w:r>
            <w:r w:rsidRPr="00DD7919">
              <w:rPr>
                <w:lang w:val="en-US"/>
              </w:rPr>
              <w:t xml:space="preserve"> </w:t>
            </w:r>
            <w:r w:rsidRPr="00FE7BB5">
              <w:t>домашнего</w:t>
            </w:r>
            <w:r w:rsidRPr="00DD7919">
              <w:rPr>
                <w:lang w:val="en-US"/>
              </w:rPr>
              <w:t xml:space="preserve"> </w:t>
            </w:r>
            <w:r w:rsidRPr="00FE7BB5">
              <w:t>задания</w:t>
            </w:r>
            <w:r w:rsidRPr="00DD7919">
              <w:rPr>
                <w:lang w:val="en-US"/>
              </w:rPr>
              <w:t>.</w:t>
            </w: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Now Let’s check up your homework. Open your textbooks p.108, find ex.6. Who wants? Sasha, please.</w:t>
            </w: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A609CB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  <w:r w:rsidRPr="00233E99">
              <w:t>Закрепление</w:t>
            </w:r>
            <w:r w:rsidRPr="00A609CB">
              <w:rPr>
                <w:lang w:val="en-US"/>
              </w:rPr>
              <w:t xml:space="preserve"> </w:t>
            </w:r>
            <w:r w:rsidRPr="00233E99">
              <w:t>навыков</w:t>
            </w:r>
            <w:r w:rsidRPr="00A609CB">
              <w:rPr>
                <w:lang w:val="en-US"/>
              </w:rPr>
              <w:t xml:space="preserve"> </w:t>
            </w:r>
            <w:r w:rsidRPr="00233E99">
              <w:t>монологической</w:t>
            </w:r>
            <w:r w:rsidRPr="00A609CB">
              <w:rPr>
                <w:lang w:val="en-US"/>
              </w:rPr>
              <w:t xml:space="preserve"> </w:t>
            </w:r>
            <w:r w:rsidRPr="00233E99">
              <w:t>речи</w:t>
            </w:r>
            <w:r w:rsidRPr="00A609CB">
              <w:rPr>
                <w:lang w:val="en-US"/>
              </w:rPr>
              <w:t>.</w:t>
            </w:r>
          </w:p>
          <w:p w:rsidR="00463DDF" w:rsidRPr="00233E99" w:rsidRDefault="00463DDF" w:rsidP="00233E99">
            <w:pPr>
              <w:pStyle w:val="ListParagraph"/>
              <w:ind w:left="0"/>
              <w:jc w:val="both"/>
            </w:pPr>
            <w:r w:rsidRPr="00233E99">
              <w:rPr>
                <w:lang w:val="en-US"/>
              </w:rPr>
              <w:t xml:space="preserve">The next task for you is ex. 1 p. 108. You can see a bear in the picture. </w:t>
            </w:r>
            <w:r w:rsidRPr="00233E99">
              <w:t xml:space="preserve">Используйте модель предложения из данного упражнения и составьте предложения по картинке. Модели предложений вы можете видеть также на доске. Начните свой рассказ с выражения </w:t>
            </w:r>
            <w:r w:rsidRPr="00233E99">
              <w:rPr>
                <w:lang w:val="en-US"/>
              </w:rPr>
              <w:t>I</w:t>
            </w:r>
            <w:r w:rsidRPr="005A7098">
              <w:t xml:space="preserve"> </w:t>
            </w:r>
            <w:r w:rsidRPr="00233E99">
              <w:rPr>
                <w:lang w:val="en-US"/>
              </w:rPr>
              <w:t>think</w:t>
            </w:r>
            <w:r w:rsidRPr="005A7098">
              <w:t xml:space="preserve"> </w:t>
            </w:r>
            <w:r>
              <w:t>(</w:t>
            </w:r>
            <w:r w:rsidRPr="00233E99">
              <w:t>я думаю).</w:t>
            </w:r>
          </w:p>
          <w:p w:rsidR="00463DDF" w:rsidRPr="00233E99" w:rsidRDefault="00463DDF" w:rsidP="00233E99">
            <w:pPr>
              <w:pStyle w:val="ListParagraph"/>
              <w:ind w:left="0"/>
              <w:jc w:val="both"/>
            </w:pPr>
          </w:p>
        </w:tc>
        <w:tc>
          <w:tcPr>
            <w:tcW w:w="1800" w:type="dxa"/>
          </w:tcPr>
          <w:p w:rsidR="00463DDF" w:rsidRPr="00314BC3" w:rsidRDefault="00463DDF" w:rsidP="00233E99">
            <w:pPr>
              <w:pStyle w:val="ListParagraph"/>
              <w:ind w:left="0"/>
              <w:jc w:val="both"/>
              <w:rPr>
                <w:lang w:val="en-US"/>
              </w:rPr>
            </w:pPr>
            <w:r w:rsidRPr="00314BC3">
              <w:rPr>
                <w:lang w:val="en-US"/>
              </w:rPr>
              <w:t>[i:] [e] [æ] [</w:t>
            </w:r>
            <w:r w:rsidRPr="00314BC3">
              <w:rPr>
                <w:rFonts w:eastAsia="MS Mincho"/>
                <w:lang w:val="en-US"/>
              </w:rPr>
              <w:t>ʌ</w:t>
            </w:r>
            <w:r w:rsidRPr="00314BC3">
              <w:rPr>
                <w:lang w:val="en-US"/>
              </w:rPr>
              <w:t>] [</w:t>
            </w:r>
            <w:r w:rsidRPr="00314BC3">
              <w:rPr>
                <w:rFonts w:eastAsia="MS Mincho"/>
                <w:lang w:val="en-US"/>
              </w:rPr>
              <w:t>ɔ</w:t>
            </w:r>
            <w:r w:rsidRPr="00314BC3">
              <w:rPr>
                <w:lang w:val="en-US"/>
              </w:rPr>
              <w:t>] [ei] [ai] [əu]</w:t>
            </w:r>
          </w:p>
          <w:p w:rsidR="00463DDF" w:rsidRPr="00314BC3" w:rsidRDefault="00463DDF" w:rsidP="00233E99">
            <w:pPr>
              <w:pStyle w:val="ListParagraph"/>
              <w:ind w:left="0"/>
              <w:jc w:val="both"/>
            </w:pPr>
            <w:r w:rsidRPr="00314BC3">
              <w:t>Ученики находят звуки на говорящей азбуке, нажимают соответствующий звук, остальные соглашаются, либо нет:</w:t>
            </w:r>
          </w:p>
          <w:p w:rsidR="00463DDF" w:rsidRPr="0084672C" w:rsidRDefault="00463DDF" w:rsidP="00233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/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</w:p>
          <w:p w:rsidR="00463DDF" w:rsidRPr="005A7098" w:rsidRDefault="00463DDF" w:rsidP="00233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3DDF" w:rsidRPr="0084672C" w:rsidRDefault="00463DDF" w:rsidP="00233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>См. Приложение</w:t>
            </w:r>
            <w:r w:rsidRPr="005A70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463DDF" w:rsidRPr="005A7098" w:rsidRDefault="00463DDF" w:rsidP="00233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3DDF" w:rsidRPr="0084672C" w:rsidRDefault="00463DDF" w:rsidP="00233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>Один ученик вставляет пропущенные буквы в слова, выписанные на доске. Остальные проверяют правильность выполнения домашнего задания в учебнике на стр.108, упр. 6.</w:t>
            </w:r>
          </w:p>
          <w:p w:rsidR="00463DDF" w:rsidRPr="0084672C" w:rsidRDefault="00463DDF" w:rsidP="00233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>Один, два ученика составляют рассказ по картинке, использую схемы предложения на интерактивной доске.</w:t>
            </w:r>
          </w:p>
        </w:tc>
      </w:tr>
      <w:tr w:rsidR="00463DDF" w:rsidRPr="00F675B9" w:rsidTr="0052042F">
        <w:tc>
          <w:tcPr>
            <w:tcW w:w="1668" w:type="dxa"/>
          </w:tcPr>
          <w:p w:rsidR="00463DDF" w:rsidRPr="0084672C" w:rsidRDefault="00463DDF" w:rsidP="005204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Целепола-гание</w:t>
            </w:r>
          </w:p>
        </w:tc>
        <w:tc>
          <w:tcPr>
            <w:tcW w:w="6132" w:type="dxa"/>
          </w:tcPr>
          <w:p w:rsidR="00463DDF" w:rsidRPr="0084672C" w:rsidRDefault="00463DDF" w:rsidP="00A63CBD">
            <w:pPr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 xml:space="preserve">Сегодня мы научимся читать слова с буквой Оо.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You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са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n see the letter on the board. Name the letter. Can you name the sounds: [əu] [</w:t>
            </w:r>
            <w:r w:rsidRPr="00A63CBD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ɔ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  <w:r w:rsidRPr="00F675B9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How do you think what sound is in the word: go?</w:t>
            </w:r>
          </w:p>
        </w:tc>
        <w:tc>
          <w:tcPr>
            <w:tcW w:w="1800" w:type="dxa"/>
          </w:tcPr>
          <w:p w:rsidR="00463DDF" w:rsidRPr="00891BEC" w:rsidRDefault="00463DDF" w:rsidP="00A63C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>Ученики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букву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Oo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называют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звуки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[ə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>] [</w:t>
            </w:r>
            <w:r w:rsidRPr="00891BEC">
              <w:rPr>
                <w:rFonts w:ascii="Times New Roman" w:eastAsia="MS Mincho" w:hAnsi="Times New Roman"/>
                <w:sz w:val="24"/>
                <w:szCs w:val="24"/>
              </w:rPr>
              <w:t>ɔ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дети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предполагаю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звук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в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слове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 xml:space="preserve">  - [ə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891BEC">
              <w:rPr>
                <w:rFonts w:ascii="Times New Roman" w:hAnsi="Times New Roman"/>
                <w:sz w:val="24"/>
                <w:szCs w:val="24"/>
              </w:rPr>
              <w:t>].</w:t>
            </w:r>
          </w:p>
        </w:tc>
      </w:tr>
      <w:tr w:rsidR="00463DDF" w:rsidRPr="0084672C" w:rsidTr="0052042F">
        <w:trPr>
          <w:trHeight w:val="881"/>
        </w:trPr>
        <w:tc>
          <w:tcPr>
            <w:tcW w:w="1668" w:type="dxa"/>
          </w:tcPr>
          <w:p w:rsidR="00463DDF" w:rsidRPr="00F675B9" w:rsidRDefault="00463DDF" w:rsidP="0052042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Изложение</w:t>
            </w:r>
            <w:r w:rsidRPr="00F675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нового</w:t>
            </w:r>
            <w:r w:rsidRPr="00F675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6132" w:type="dxa"/>
          </w:tcPr>
          <w:p w:rsidR="00463DDF" w:rsidRPr="00233E99" w:rsidRDefault="00463DDF" w:rsidP="00233E99">
            <w:pPr>
              <w:pStyle w:val="ListParagraph"/>
              <w:ind w:left="0"/>
              <w:jc w:val="both"/>
            </w:pPr>
            <w:r w:rsidRPr="00233E99">
              <w:t>Обучение чтению буквы Оо в открытом слоге.</w:t>
            </w:r>
          </w:p>
          <w:p w:rsidR="00463DDF" w:rsidRPr="00233E99" w:rsidRDefault="00463DDF" w:rsidP="00233E99">
            <w:pPr>
              <w:pStyle w:val="ListParagraph"/>
              <w:ind w:left="0"/>
              <w:jc w:val="both"/>
            </w:pPr>
            <w:r w:rsidRPr="00233E99">
              <w:rPr>
                <w:lang w:val="en-US"/>
              </w:rPr>
              <w:t>Repeat the words after the speaker. Read</w:t>
            </w:r>
            <w:r w:rsidRPr="00DD7919">
              <w:t xml:space="preserve"> </w:t>
            </w:r>
            <w:r w:rsidRPr="00233E99">
              <w:rPr>
                <w:lang w:val="en-US"/>
              </w:rPr>
              <w:t>the</w:t>
            </w:r>
            <w:r w:rsidRPr="00DD7919">
              <w:t xml:space="preserve"> </w:t>
            </w:r>
            <w:r w:rsidRPr="00233E99">
              <w:rPr>
                <w:lang w:val="en-US"/>
              </w:rPr>
              <w:t>words</w:t>
            </w:r>
            <w:r w:rsidRPr="00DD7919">
              <w:t xml:space="preserve">. </w:t>
            </w:r>
            <w:r w:rsidRPr="00233E99">
              <w:t xml:space="preserve">Давайте сравним чтение буквы Оо в открытом и закрытом слоге. </w:t>
            </w:r>
          </w:p>
          <w:p w:rsidR="00463DDF" w:rsidRPr="0084672C" w:rsidRDefault="00463DDF" w:rsidP="0052042F">
            <w:pPr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463DDF" w:rsidRPr="00D03DE7" w:rsidRDefault="00463DDF" w:rsidP="009D3E2A">
            <w:pPr>
              <w:pStyle w:val="ListParagraph"/>
              <w:ind w:left="0"/>
              <w:jc w:val="both"/>
            </w:pPr>
            <w:r>
              <w:t>Школьники повторяют, читают, сравнивают  слова.</w:t>
            </w:r>
          </w:p>
        </w:tc>
      </w:tr>
      <w:tr w:rsidR="00463DDF" w:rsidRPr="0084672C" w:rsidTr="0052042F">
        <w:trPr>
          <w:trHeight w:val="335"/>
        </w:trPr>
        <w:tc>
          <w:tcPr>
            <w:tcW w:w="1668" w:type="dxa"/>
          </w:tcPr>
          <w:p w:rsidR="00463DDF" w:rsidRPr="0084672C" w:rsidRDefault="00463DDF" w:rsidP="005204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Закрепление</w:t>
            </w:r>
          </w:p>
        </w:tc>
        <w:tc>
          <w:tcPr>
            <w:tcW w:w="6132" w:type="dxa"/>
          </w:tcPr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233E99">
              <w:rPr>
                <w:lang w:val="en-US"/>
              </w:rPr>
              <w:t>Now</w:t>
            </w:r>
            <w:r w:rsidRPr="009D3E2A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let</w:t>
            </w:r>
            <w:r w:rsidRPr="009D3E2A">
              <w:rPr>
                <w:lang w:val="en-US"/>
              </w:rPr>
              <w:t>’</w:t>
            </w:r>
            <w:r w:rsidRPr="00233E99">
              <w:rPr>
                <w:lang w:val="en-US"/>
              </w:rPr>
              <w:t>s</w:t>
            </w:r>
            <w:r w:rsidRPr="009D3E2A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read</w:t>
            </w:r>
            <w:r w:rsidRPr="009D3E2A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the</w:t>
            </w:r>
            <w:r w:rsidRPr="009D3E2A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words</w:t>
            </w:r>
            <w:r w:rsidRPr="009D3E2A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from</w:t>
            </w:r>
            <w:r w:rsidRPr="009D3E2A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ex</w:t>
            </w:r>
            <w:r w:rsidRPr="009D3E2A">
              <w:rPr>
                <w:lang w:val="en-US"/>
              </w:rPr>
              <w:t xml:space="preserve">. 2, </w:t>
            </w:r>
            <w:r w:rsidRPr="00233E99">
              <w:rPr>
                <w:lang w:val="en-US"/>
              </w:rPr>
              <w:t>p</w:t>
            </w:r>
            <w:r w:rsidRPr="009D3E2A">
              <w:rPr>
                <w:lang w:val="en-US"/>
              </w:rPr>
              <w:t xml:space="preserve">. 108. </w:t>
            </w:r>
            <w:r>
              <w:rPr>
                <w:lang w:val="en-US"/>
              </w:rPr>
              <w:t xml:space="preserve">The next task for you is ex. </w:t>
            </w:r>
            <w:r w:rsidRPr="00093FEB">
              <w:rPr>
                <w:lang w:val="en-US"/>
              </w:rPr>
              <w:t>3</w:t>
            </w:r>
            <w:r>
              <w:rPr>
                <w:lang w:val="en-US"/>
              </w:rPr>
              <w:t xml:space="preserve"> p. </w:t>
            </w:r>
            <w:smartTag w:uri="urn:schemas-microsoft-com:office:smarttags" w:element="metricconverter">
              <w:smartTagPr>
                <w:attr w:name="ProductID" w:val="57 in"/>
              </w:smartTagPr>
              <w:r w:rsidRPr="00093FEB">
                <w:rPr>
                  <w:lang w:val="en-US"/>
                </w:rPr>
                <w:t xml:space="preserve">57 </w:t>
              </w:r>
              <w:r>
                <w:rPr>
                  <w:lang w:val="en-US"/>
                </w:rPr>
                <w:t>in</w:t>
              </w:r>
            </w:smartTag>
            <w:r>
              <w:rPr>
                <w:lang w:val="en-US"/>
              </w:rPr>
              <w:t xml:space="preserve"> your workbooks</w:t>
            </w:r>
            <w:r w:rsidRPr="00233E99">
              <w:rPr>
                <w:lang w:val="en-US"/>
              </w:rPr>
              <w:t xml:space="preserve">. </w:t>
            </w:r>
            <w:r>
              <w:rPr>
                <w:lang w:val="en-US"/>
              </w:rPr>
              <w:t>And t</w:t>
            </w:r>
            <w:r w:rsidRPr="00233E99">
              <w:rPr>
                <w:lang w:val="en-US"/>
              </w:rPr>
              <w:t>he</w:t>
            </w:r>
            <w:r w:rsidRPr="005A7098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next</w:t>
            </w:r>
            <w:r w:rsidRPr="005A7098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task</w:t>
            </w:r>
            <w:r w:rsidRPr="005A7098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for</w:t>
            </w:r>
            <w:r w:rsidRPr="005A7098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you</w:t>
            </w:r>
            <w:r w:rsidRPr="005A7098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is</w:t>
            </w:r>
            <w:r w:rsidRPr="005A7098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ex</w:t>
            </w:r>
            <w:r w:rsidRPr="005A7098">
              <w:rPr>
                <w:lang w:val="en-US"/>
              </w:rPr>
              <w:t xml:space="preserve">. </w:t>
            </w:r>
            <w:r>
              <w:rPr>
                <w:lang w:val="en-US"/>
              </w:rPr>
              <w:t>4</w:t>
            </w:r>
            <w:r w:rsidRPr="005A7098">
              <w:rPr>
                <w:lang w:val="en-US"/>
              </w:rPr>
              <w:t xml:space="preserve"> </w:t>
            </w:r>
            <w:r w:rsidRPr="00233E99">
              <w:rPr>
                <w:lang w:val="en-US"/>
              </w:rPr>
              <w:t>p</w:t>
            </w:r>
            <w:r w:rsidRPr="005A7098">
              <w:rPr>
                <w:lang w:val="en-US"/>
              </w:rPr>
              <w:t>. 10</w:t>
            </w:r>
            <w:r>
              <w:rPr>
                <w:lang w:val="en-US"/>
              </w:rPr>
              <w:t>9</w:t>
            </w:r>
            <w:r w:rsidRPr="005A7098">
              <w:rPr>
                <w:lang w:val="en-US"/>
              </w:rPr>
              <w:t xml:space="preserve">. </w:t>
            </w: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A63CBD">
              <w:t>Физкультминутка</w:t>
            </w:r>
            <w:r w:rsidRPr="005A7098">
              <w:rPr>
                <w:lang w:val="en-US"/>
              </w:rPr>
              <w:t>.</w:t>
            </w: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A63CBD">
              <w:rPr>
                <w:lang w:val="en-US"/>
              </w:rPr>
              <w:t>We</w:t>
            </w:r>
            <w:r w:rsidRPr="005A7098">
              <w:rPr>
                <w:lang w:val="en-US"/>
              </w:rPr>
              <w:t xml:space="preserve"> </w:t>
            </w:r>
            <w:r w:rsidRPr="00A63CBD">
              <w:rPr>
                <w:lang w:val="en-US"/>
              </w:rPr>
              <w:t>have</w:t>
            </w:r>
            <w:r w:rsidRPr="005A7098">
              <w:rPr>
                <w:lang w:val="en-US"/>
              </w:rPr>
              <w:t xml:space="preserve"> </w:t>
            </w:r>
            <w:r w:rsidRPr="00A63CBD">
              <w:rPr>
                <w:lang w:val="en-US"/>
              </w:rPr>
              <w:t>ten</w:t>
            </w:r>
            <w:r w:rsidRPr="005A7098">
              <w:rPr>
                <w:lang w:val="en-US"/>
              </w:rPr>
              <w:t xml:space="preserve"> </w:t>
            </w:r>
            <w:r w:rsidRPr="00A63CBD">
              <w:rPr>
                <w:lang w:val="en-US"/>
              </w:rPr>
              <w:t>fingers</w:t>
            </w:r>
          </w:p>
          <w:p w:rsidR="00463DDF" w:rsidRPr="00A63CBD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A63CBD">
              <w:rPr>
                <w:lang w:val="en-US"/>
              </w:rPr>
              <w:t>We have ten toes</w:t>
            </w:r>
          </w:p>
          <w:p w:rsidR="00463DDF" w:rsidRPr="00A63CBD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A63CBD">
              <w:rPr>
                <w:lang w:val="en-US"/>
              </w:rPr>
              <w:t>We have two eyes</w:t>
            </w:r>
          </w:p>
          <w:p w:rsidR="00463DDF" w:rsidRPr="00DD7919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A63CBD">
              <w:rPr>
                <w:lang w:val="en-US"/>
              </w:rPr>
              <w:t>And only one nose</w:t>
            </w:r>
          </w:p>
          <w:p w:rsidR="00463DDF" w:rsidRPr="00A63CBD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A63CBD">
              <w:rPr>
                <w:lang w:val="en-US"/>
              </w:rPr>
              <w:t>I touch with my fingers</w:t>
            </w:r>
          </w:p>
          <w:p w:rsidR="00463DDF" w:rsidRPr="00A63CBD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A63CBD">
              <w:rPr>
                <w:lang w:val="en-US"/>
              </w:rPr>
              <w:t>I dance on my toes</w:t>
            </w:r>
          </w:p>
          <w:p w:rsidR="00463DDF" w:rsidRPr="00A63CBD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A63CBD">
              <w:rPr>
                <w:lang w:val="en-US"/>
              </w:rPr>
              <w:t>I see with my eyes</w:t>
            </w:r>
          </w:p>
          <w:p w:rsidR="00463DDF" w:rsidRPr="00A63CBD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A63CBD">
              <w:rPr>
                <w:lang w:val="en-US"/>
              </w:rPr>
              <w:t>And everybody knows</w:t>
            </w: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  <w:r w:rsidRPr="00A63CBD">
              <w:rPr>
                <w:lang w:val="en-US"/>
              </w:rPr>
              <w:t>I smell with my nose.</w:t>
            </w:r>
          </w:p>
          <w:p w:rsidR="00463DDF" w:rsidRPr="005A7098" w:rsidRDefault="00463DDF" w:rsidP="00A63CBD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463DDF" w:rsidRPr="0084672C" w:rsidRDefault="00463DDF" w:rsidP="009D3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 xml:space="preserve">Систематизация материала по теме «Формы глагола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в настоящем времени».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Сегодня мистер Рул напомнит нам формы глагола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. С местоимением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употребляется форма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am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местоимениями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употребляется форма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. А местоимениями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they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употребляется форма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. (учитель привлекает внимание детей к таблице, используется рамочка в учебнике на стр. 109). </w:t>
            </w:r>
          </w:p>
          <w:p w:rsidR="00463DDF" w:rsidRPr="0084672C" w:rsidRDefault="00463DDF" w:rsidP="00A63C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3DDF" w:rsidRPr="0084672C" w:rsidRDefault="00463DDF" w:rsidP="00A63C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3DDF" w:rsidRPr="0084672C" w:rsidRDefault="00463DDF" w:rsidP="009D3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3DDF" w:rsidRPr="0084672C" w:rsidRDefault="00463DDF" w:rsidP="009D3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>Совершенствование навыков чтения.</w:t>
            </w:r>
          </w:p>
          <w:p w:rsidR="00463DDF" w:rsidRPr="009D3E2A" w:rsidRDefault="00463DDF" w:rsidP="009D3E2A">
            <w:pPr>
              <w:pStyle w:val="ListParagraph"/>
              <w:ind w:left="0"/>
              <w:jc w:val="both"/>
              <w:rPr>
                <w:lang w:val="en-US"/>
              </w:rPr>
            </w:pPr>
            <w:r w:rsidRPr="009D3E2A">
              <w:rPr>
                <w:lang w:val="en-US"/>
              </w:rPr>
              <w:t>Let</w:t>
            </w:r>
            <w:r w:rsidRPr="009D3E2A">
              <w:t>’</w:t>
            </w:r>
            <w:r w:rsidRPr="009D3E2A">
              <w:rPr>
                <w:lang w:val="en-US"/>
              </w:rPr>
              <w:t>s</w:t>
            </w:r>
            <w:r>
              <w:t xml:space="preserve"> </w:t>
            </w:r>
            <w:r w:rsidRPr="009D3E2A">
              <w:rPr>
                <w:lang w:val="en-US"/>
              </w:rPr>
              <w:t>read</w:t>
            </w:r>
            <w:r>
              <w:t xml:space="preserve"> </w:t>
            </w:r>
            <w:r w:rsidRPr="009D3E2A">
              <w:rPr>
                <w:lang w:val="en-US"/>
              </w:rPr>
              <w:t>the</w:t>
            </w:r>
            <w:r>
              <w:t xml:space="preserve"> </w:t>
            </w:r>
            <w:r w:rsidRPr="009D3E2A">
              <w:rPr>
                <w:lang w:val="en-US"/>
              </w:rPr>
              <w:t>task</w:t>
            </w:r>
            <w:r>
              <w:t xml:space="preserve"> </w:t>
            </w:r>
            <w:r w:rsidRPr="009D3E2A">
              <w:rPr>
                <w:lang w:val="en-US"/>
              </w:rPr>
              <w:t>of</w:t>
            </w:r>
            <w:r>
              <w:t xml:space="preserve"> </w:t>
            </w:r>
            <w:r w:rsidRPr="009D3E2A">
              <w:rPr>
                <w:lang w:val="en-US"/>
              </w:rPr>
              <w:t>ex</w:t>
            </w:r>
            <w:r w:rsidRPr="009D3E2A">
              <w:t xml:space="preserve">. 5, </w:t>
            </w:r>
            <w:r w:rsidRPr="009D3E2A">
              <w:rPr>
                <w:lang w:val="en-US"/>
              </w:rPr>
              <w:t>p</w:t>
            </w:r>
            <w:r w:rsidRPr="009D3E2A">
              <w:t xml:space="preserve">. 109. </w:t>
            </w:r>
            <w:r w:rsidRPr="009D3E2A">
              <w:rPr>
                <w:lang w:val="en-US"/>
              </w:rPr>
              <w:t xml:space="preserve">So, we read the questions and find the answers. </w:t>
            </w:r>
            <w:r>
              <w:rPr>
                <w:lang w:val="en-US"/>
              </w:rPr>
              <w:t>Work in pairs</w:t>
            </w:r>
            <w:r w:rsidRPr="009D3E2A">
              <w:rPr>
                <w:lang w:val="en-US"/>
              </w:rPr>
              <w:t xml:space="preserve"> and in a minute we’ll check up your works.</w:t>
            </w:r>
          </w:p>
          <w:p w:rsidR="00463DDF" w:rsidRPr="0084672C" w:rsidRDefault="00463DDF" w:rsidP="00A63CBD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</w:tcPr>
          <w:p w:rsidR="00463DDF" w:rsidRPr="00233E99" w:rsidRDefault="00463DDF" w:rsidP="009D3E2A">
            <w:pPr>
              <w:pStyle w:val="ListParagraph"/>
              <w:ind w:left="0"/>
              <w:jc w:val="both"/>
            </w:pPr>
            <w:r>
              <w:t>Дети читают слова из упражнения 2  на странице 108 учебника, письменно выполняют упр. 3 на стр. 57 из рабочей тетради, также выполняют упр. 4 стр. 109 из учебника</w:t>
            </w:r>
            <w:r w:rsidRPr="00233E99">
              <w:t>.</w:t>
            </w:r>
          </w:p>
          <w:p w:rsidR="00463DDF" w:rsidRPr="00A63CBD" w:rsidRDefault="00463DDF" w:rsidP="00A63CBD">
            <w:pPr>
              <w:pStyle w:val="ListParagraph"/>
              <w:ind w:left="0"/>
              <w:jc w:val="both"/>
            </w:pPr>
            <w:r w:rsidRPr="00A63CBD">
              <w:t>Дети вместе с учителем рассказывают стихотворение и выполняют соответствующие</w:t>
            </w:r>
            <w:r>
              <w:t xml:space="preserve"> </w:t>
            </w:r>
            <w:r w:rsidRPr="00A63CBD">
              <w:t>движения.</w:t>
            </w:r>
          </w:p>
          <w:p w:rsidR="00463DDF" w:rsidRDefault="00463DDF" w:rsidP="009D3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3DDF" w:rsidRDefault="00463DDF" w:rsidP="009D3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3DDF" w:rsidRPr="0084672C" w:rsidRDefault="00463DDF" w:rsidP="009D3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 xml:space="preserve">ученики составляют предложения с данными местоимениями,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am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Ira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4672C">
              <w:rPr>
                <w:rFonts w:ascii="Times New Roman" w:hAnsi="Times New Roman"/>
                <w:sz w:val="24"/>
                <w:szCs w:val="24"/>
                <w:lang w:val="en-US"/>
              </w:rPr>
              <w:t>ets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. Затем ученики выполняют письменно упр.4, стр.57 в рабочей тетради.</w:t>
            </w:r>
          </w:p>
          <w:p w:rsidR="00463DDF" w:rsidRPr="0084672C" w:rsidRDefault="00463DDF" w:rsidP="009D3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3DDF" w:rsidRPr="0084672C" w:rsidRDefault="00463DDF" w:rsidP="009D3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>Дети работаю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в парах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одбирают правильные ответы, 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>зачитываю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4672C">
              <w:rPr>
                <w:rFonts w:ascii="Times New Roman" w:hAnsi="Times New Roman"/>
                <w:sz w:val="24"/>
                <w:szCs w:val="24"/>
              </w:rPr>
              <w:t xml:space="preserve"> правильные ответы.</w:t>
            </w:r>
          </w:p>
        </w:tc>
      </w:tr>
      <w:tr w:rsidR="00463DDF" w:rsidRPr="0084672C" w:rsidTr="0052042F">
        <w:tc>
          <w:tcPr>
            <w:tcW w:w="1668" w:type="dxa"/>
          </w:tcPr>
          <w:p w:rsidR="00463DDF" w:rsidRPr="0084672C" w:rsidRDefault="00463DDF" w:rsidP="005204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Итог урока</w:t>
            </w:r>
          </w:p>
        </w:tc>
        <w:tc>
          <w:tcPr>
            <w:tcW w:w="6132" w:type="dxa"/>
          </w:tcPr>
          <w:p w:rsidR="00463DDF" w:rsidRPr="009D3E2A" w:rsidRDefault="00463DDF" w:rsidP="009D3E2A">
            <w:pPr>
              <w:pStyle w:val="ListParagraph"/>
              <w:ind w:left="0"/>
              <w:jc w:val="both"/>
            </w:pPr>
            <w:r w:rsidRPr="009D3E2A">
              <w:t>Подведение итогов урока.</w:t>
            </w:r>
          </w:p>
          <w:p w:rsidR="00463DDF" w:rsidRPr="009D3E2A" w:rsidRDefault="00463DDF" w:rsidP="009D3E2A">
            <w:pPr>
              <w:pStyle w:val="ListParagraph"/>
              <w:ind w:left="0"/>
              <w:jc w:val="both"/>
              <w:rPr>
                <w:lang w:val="en-US"/>
              </w:rPr>
            </w:pPr>
            <w:r w:rsidRPr="009D3E2A">
              <w:rPr>
                <w:lang w:val="en-US"/>
              </w:rPr>
              <w:t>That</w:t>
            </w:r>
            <w:r w:rsidRPr="009D3E2A">
              <w:t>’</w:t>
            </w:r>
            <w:r w:rsidRPr="009D3E2A">
              <w:rPr>
                <w:lang w:val="en-US"/>
              </w:rPr>
              <w:t>s</w:t>
            </w:r>
            <w:r>
              <w:t xml:space="preserve"> </w:t>
            </w:r>
            <w:r w:rsidRPr="009D3E2A">
              <w:rPr>
                <w:lang w:val="en-US"/>
              </w:rPr>
              <w:t>all</w:t>
            </w:r>
            <w:r>
              <w:t xml:space="preserve"> </w:t>
            </w:r>
            <w:r w:rsidRPr="009D3E2A">
              <w:rPr>
                <w:lang w:val="en-US"/>
              </w:rPr>
              <w:t>for</w:t>
            </w:r>
            <w:r>
              <w:t xml:space="preserve"> </w:t>
            </w:r>
            <w:r w:rsidRPr="009D3E2A">
              <w:rPr>
                <w:lang w:val="en-US"/>
              </w:rPr>
              <w:t>today</w:t>
            </w:r>
            <w:r w:rsidRPr="009D3E2A">
              <w:t>.Что вам понравилось сегодня на уроке? Что</w:t>
            </w:r>
            <w:r w:rsidRPr="00DD7919">
              <w:rPr>
                <w:lang w:val="en-US"/>
              </w:rPr>
              <w:t xml:space="preserve"> </w:t>
            </w:r>
            <w:r w:rsidRPr="009D3E2A">
              <w:t>запомнилось</w:t>
            </w:r>
            <w:r w:rsidRPr="009D3E2A">
              <w:rPr>
                <w:lang w:val="en-US"/>
              </w:rPr>
              <w:t xml:space="preserve">? Ira, you get five. </w:t>
            </w:r>
            <w:r>
              <w:rPr>
                <w:lang w:val="en-US"/>
              </w:rPr>
              <w:t>Sasha</w:t>
            </w:r>
            <w:r w:rsidRPr="009D3E2A">
              <w:rPr>
                <w:lang w:val="en-US"/>
              </w:rPr>
              <w:t>, you get four.</w:t>
            </w:r>
          </w:p>
          <w:p w:rsidR="00463DDF" w:rsidRPr="00DD7919" w:rsidRDefault="00463DDF" w:rsidP="007559C7">
            <w:pPr>
              <w:pStyle w:val="ListParagraph"/>
              <w:ind w:left="0"/>
              <w:jc w:val="both"/>
              <w:rPr>
                <w:b/>
                <w:lang w:val="en-US"/>
              </w:rPr>
            </w:pPr>
          </w:p>
        </w:tc>
        <w:tc>
          <w:tcPr>
            <w:tcW w:w="1800" w:type="dxa"/>
          </w:tcPr>
          <w:p w:rsidR="00463DDF" w:rsidRPr="0084672C" w:rsidRDefault="00463DDF" w:rsidP="007559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>Дети называют наиболее понравившиеся моменты урока</w:t>
            </w:r>
          </w:p>
        </w:tc>
      </w:tr>
      <w:tr w:rsidR="00463DDF" w:rsidRPr="0084672C" w:rsidTr="0052042F">
        <w:tc>
          <w:tcPr>
            <w:tcW w:w="1668" w:type="dxa"/>
          </w:tcPr>
          <w:p w:rsidR="00463DDF" w:rsidRPr="0084672C" w:rsidRDefault="00463DDF" w:rsidP="0052042F">
            <w:pPr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b/>
                <w:sz w:val="24"/>
                <w:szCs w:val="24"/>
              </w:rPr>
              <w:t>Задание на дом.</w:t>
            </w:r>
          </w:p>
        </w:tc>
        <w:tc>
          <w:tcPr>
            <w:tcW w:w="6132" w:type="dxa"/>
          </w:tcPr>
          <w:p w:rsidR="00463DDF" w:rsidRPr="009D3E2A" w:rsidRDefault="00463DDF" w:rsidP="007559C7">
            <w:pPr>
              <w:pStyle w:val="ListParagraph"/>
              <w:ind w:left="0"/>
              <w:jc w:val="both"/>
              <w:rPr>
                <w:lang w:val="en-US"/>
              </w:rPr>
            </w:pPr>
            <w:r w:rsidRPr="009D3E2A">
              <w:t>Домашнее</w:t>
            </w:r>
            <w:r w:rsidRPr="007559C7">
              <w:rPr>
                <w:lang w:val="en-US"/>
              </w:rPr>
              <w:t xml:space="preserve"> </w:t>
            </w:r>
            <w:r w:rsidRPr="009D3E2A">
              <w:t>задание</w:t>
            </w:r>
            <w:r w:rsidRPr="009D3E2A">
              <w:rPr>
                <w:lang w:val="en-US"/>
              </w:rPr>
              <w:t>.</w:t>
            </w:r>
          </w:p>
          <w:p w:rsidR="00463DDF" w:rsidRPr="009D3E2A" w:rsidRDefault="00463DDF" w:rsidP="007559C7">
            <w:pPr>
              <w:pStyle w:val="ListParagraph"/>
              <w:ind w:left="0"/>
              <w:jc w:val="both"/>
              <w:rPr>
                <w:lang w:val="en-US"/>
              </w:rPr>
            </w:pPr>
            <w:r w:rsidRPr="009D3E2A">
              <w:rPr>
                <w:lang w:val="en-US"/>
              </w:rPr>
              <w:t>Please open your diaries and write down your homework PT 2,5</w:t>
            </w:r>
            <w:r w:rsidRPr="007559C7">
              <w:rPr>
                <w:lang w:val="en-US"/>
              </w:rPr>
              <w:t xml:space="preserve"> </w:t>
            </w:r>
            <w:r w:rsidRPr="009D3E2A">
              <w:t>стр</w:t>
            </w:r>
            <w:r w:rsidRPr="009D3E2A">
              <w:rPr>
                <w:lang w:val="en-US"/>
              </w:rPr>
              <w:t xml:space="preserve">. 57, </w:t>
            </w:r>
            <w:r w:rsidRPr="009D3E2A">
              <w:t>упр</w:t>
            </w:r>
            <w:r w:rsidRPr="009D3E2A">
              <w:rPr>
                <w:lang w:val="en-US"/>
              </w:rPr>
              <w:t xml:space="preserve">.2 </w:t>
            </w:r>
            <w:r w:rsidRPr="009D3E2A">
              <w:t>стр</w:t>
            </w:r>
            <w:r w:rsidRPr="009D3E2A">
              <w:rPr>
                <w:lang w:val="en-US"/>
              </w:rPr>
              <w:t xml:space="preserve">.108 </w:t>
            </w:r>
            <w:r w:rsidRPr="009D3E2A">
              <w:t>учебник</w:t>
            </w:r>
            <w:r w:rsidRPr="007559C7">
              <w:rPr>
                <w:lang w:val="en-US"/>
              </w:rPr>
              <w:t xml:space="preserve"> </w:t>
            </w:r>
            <w:r w:rsidRPr="009D3E2A">
              <w:t>читать</w:t>
            </w:r>
            <w:r w:rsidRPr="009D3E2A">
              <w:rPr>
                <w:lang w:val="en-US"/>
              </w:rPr>
              <w:t>.</w:t>
            </w:r>
          </w:p>
          <w:p w:rsidR="00463DDF" w:rsidRPr="0084672C" w:rsidRDefault="00463DDF" w:rsidP="0052042F">
            <w:pPr>
              <w:ind w:firstLine="3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</w:tcPr>
          <w:p w:rsidR="00463DDF" w:rsidRPr="0084672C" w:rsidRDefault="00463DDF" w:rsidP="0052042F">
            <w:pPr>
              <w:rPr>
                <w:rFonts w:ascii="Times New Roman" w:hAnsi="Times New Roman"/>
                <w:sz w:val="24"/>
                <w:szCs w:val="24"/>
              </w:rPr>
            </w:pPr>
            <w:r w:rsidRPr="0084672C">
              <w:rPr>
                <w:rFonts w:ascii="Times New Roman" w:hAnsi="Times New Roman"/>
                <w:sz w:val="24"/>
                <w:szCs w:val="24"/>
              </w:rPr>
              <w:t>Ученики записывают в дневники домашнее задание.</w:t>
            </w:r>
          </w:p>
        </w:tc>
      </w:tr>
    </w:tbl>
    <w:p w:rsidR="00463DDF" w:rsidRPr="007559C7" w:rsidRDefault="00463DDF" w:rsidP="00D17CAD">
      <w:pPr>
        <w:ind w:firstLine="709"/>
        <w:rPr>
          <w:rFonts w:ascii="Times New Roman" w:hAnsi="Times New Roman"/>
          <w:sz w:val="24"/>
          <w:szCs w:val="24"/>
        </w:rPr>
      </w:pPr>
    </w:p>
    <w:p w:rsidR="00463DDF" w:rsidRPr="00D17CAD" w:rsidRDefault="00463DDF" w:rsidP="00D17CA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Список </w:t>
      </w:r>
      <w:r w:rsidRPr="00D17CAD">
        <w:rPr>
          <w:rFonts w:ascii="Times New Roman" w:hAnsi="Times New Roman"/>
          <w:b/>
          <w:sz w:val="24"/>
          <w:szCs w:val="24"/>
        </w:rPr>
        <w:t>литературы:</w:t>
      </w:r>
    </w:p>
    <w:p w:rsidR="00463DDF" w:rsidRPr="007559C7" w:rsidRDefault="00463DDF" w:rsidP="007559C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 w:right="-284" w:hanging="709"/>
        <w:jc w:val="both"/>
        <w:rPr>
          <w:color w:val="000000"/>
        </w:rPr>
      </w:pPr>
      <w:r w:rsidRPr="007559C7">
        <w:rPr>
          <w:color w:val="000000"/>
        </w:rPr>
        <w:t>Биболетова М. 3. Английский язык. Английский с удовольствием (</w:t>
      </w:r>
      <w:r w:rsidRPr="007559C7">
        <w:rPr>
          <w:color w:val="000000"/>
          <w:lang w:val="en-US"/>
        </w:rPr>
        <w:t>Enjoy</w:t>
      </w:r>
      <w:r w:rsidRPr="007559C7">
        <w:rPr>
          <w:color w:val="000000"/>
        </w:rPr>
        <w:t xml:space="preserve"> </w:t>
      </w:r>
      <w:r w:rsidRPr="007559C7">
        <w:rPr>
          <w:color w:val="000000"/>
          <w:lang w:val="en-US"/>
        </w:rPr>
        <w:t>English</w:t>
      </w:r>
      <w:r w:rsidRPr="007559C7">
        <w:rPr>
          <w:color w:val="000000"/>
        </w:rPr>
        <w:t>): Учебник – англ. яз. для 2 кл. общеобразова</w:t>
      </w:r>
      <w:r>
        <w:rPr>
          <w:color w:val="000000"/>
        </w:rPr>
        <w:t>т. учрежд.- Обнинск: Титул, 2011</w:t>
      </w:r>
      <w:r w:rsidRPr="007559C7">
        <w:rPr>
          <w:color w:val="000000"/>
        </w:rPr>
        <w:t xml:space="preserve"> год.</w:t>
      </w:r>
    </w:p>
    <w:p w:rsidR="00463DDF" w:rsidRPr="007559C7" w:rsidRDefault="00463DDF" w:rsidP="007559C7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</w:rPr>
      </w:pPr>
      <w:r w:rsidRPr="007559C7">
        <w:rPr>
          <w:color w:val="000000"/>
        </w:rPr>
        <w:t xml:space="preserve">Биболетова М. 3. Английский язык: книга для учителя  к учебнику Английский с удовольствием/ </w:t>
      </w:r>
      <w:r w:rsidRPr="007559C7">
        <w:rPr>
          <w:color w:val="000000"/>
          <w:lang w:val="en-US"/>
        </w:rPr>
        <w:t>Enjoy</w:t>
      </w:r>
      <w:r w:rsidRPr="007559C7">
        <w:rPr>
          <w:color w:val="000000"/>
        </w:rPr>
        <w:t xml:space="preserve"> </w:t>
      </w:r>
      <w:r w:rsidRPr="007559C7">
        <w:rPr>
          <w:color w:val="000000"/>
          <w:lang w:val="en-US"/>
        </w:rPr>
        <w:t>English</w:t>
      </w:r>
      <w:r w:rsidRPr="007559C7">
        <w:rPr>
          <w:color w:val="000000"/>
        </w:rPr>
        <w:t xml:space="preserve"> для 2кл. общеобразоват. учрежд.- Обнинск: Титул, 2011 год. </w:t>
      </w:r>
    </w:p>
    <w:p w:rsidR="00463DDF" w:rsidRPr="007559C7" w:rsidRDefault="00463DDF" w:rsidP="00F675B9">
      <w:pPr>
        <w:pStyle w:val="ListParagraph"/>
        <w:shd w:val="clear" w:color="auto" w:fill="FFFFFF"/>
        <w:autoSpaceDE w:val="0"/>
        <w:autoSpaceDN w:val="0"/>
        <w:adjustRightInd w:val="0"/>
        <w:ind w:left="709"/>
        <w:jc w:val="both"/>
        <w:rPr>
          <w:color w:val="000000"/>
        </w:rPr>
      </w:pPr>
      <w:r>
        <w:rPr>
          <w:color w:val="000000"/>
        </w:rPr>
        <w:t xml:space="preserve">Биболетова М. 3. </w:t>
      </w:r>
      <w:r w:rsidRPr="007559C7">
        <w:rPr>
          <w:color w:val="000000"/>
        </w:rPr>
        <w:t xml:space="preserve">Английский язык: рабочая тетрадь к учебнику Английский с удовольствием/ </w:t>
      </w:r>
      <w:r w:rsidRPr="007559C7">
        <w:rPr>
          <w:color w:val="000000"/>
          <w:lang w:val="en-US"/>
        </w:rPr>
        <w:t>Enjoy</w:t>
      </w:r>
      <w:r w:rsidRPr="007559C7">
        <w:rPr>
          <w:color w:val="000000"/>
        </w:rPr>
        <w:t xml:space="preserve"> </w:t>
      </w:r>
      <w:r w:rsidRPr="007559C7">
        <w:rPr>
          <w:color w:val="000000"/>
          <w:lang w:val="en-US"/>
        </w:rPr>
        <w:t>English</w:t>
      </w:r>
      <w:r w:rsidRPr="007559C7">
        <w:rPr>
          <w:color w:val="000000"/>
        </w:rPr>
        <w:t xml:space="preserve"> для 2кл. общеобразова</w:t>
      </w:r>
      <w:r>
        <w:rPr>
          <w:color w:val="000000"/>
        </w:rPr>
        <w:t>т. учрежд.- Обнинск: Титул, 2011</w:t>
      </w:r>
      <w:r w:rsidRPr="007559C7">
        <w:rPr>
          <w:color w:val="000000"/>
        </w:rPr>
        <w:t xml:space="preserve"> год. </w:t>
      </w:r>
    </w:p>
    <w:p w:rsidR="00463DDF" w:rsidRPr="00CD32BC" w:rsidRDefault="00463DDF" w:rsidP="00CD32BC">
      <w:pPr>
        <w:pStyle w:val="ListParagraph"/>
        <w:numPr>
          <w:ilvl w:val="0"/>
          <w:numId w:val="2"/>
        </w:numPr>
        <w:ind w:left="709" w:hanging="709"/>
        <w:jc w:val="both"/>
        <w:rPr>
          <w:b/>
        </w:rPr>
      </w:pPr>
      <w:r>
        <w:rPr>
          <w:color w:val="000000"/>
        </w:rPr>
        <w:t xml:space="preserve">Дзюина Е.В. Поурочные разработки по английскому языку к УМК </w:t>
      </w:r>
      <w:r>
        <w:t xml:space="preserve">Биболетовой М.З. </w:t>
      </w:r>
      <w:r w:rsidRPr="007559C7">
        <w:t>2 класс. – М.: ВАКО, 2011. – 174 с.</w:t>
      </w:r>
    </w:p>
    <w:p w:rsidR="00463DDF" w:rsidRPr="00891BEC" w:rsidRDefault="00463DDF" w:rsidP="00F675B9">
      <w:pPr>
        <w:jc w:val="right"/>
        <w:rPr>
          <w:rFonts w:ascii="Times New Roman" w:hAnsi="Times New Roman"/>
          <w:b/>
          <w:sz w:val="24"/>
          <w:szCs w:val="24"/>
        </w:rPr>
      </w:pPr>
      <w:r w:rsidRPr="00891BEC">
        <w:rPr>
          <w:rFonts w:ascii="Times New Roman" w:hAnsi="Times New Roman"/>
          <w:b/>
          <w:sz w:val="24"/>
          <w:szCs w:val="24"/>
        </w:rPr>
        <w:t>Приложение 1</w:t>
      </w:r>
    </w:p>
    <w:p w:rsidR="00463DDF" w:rsidRPr="005A7098" w:rsidRDefault="00463DDF" w:rsidP="00946D08">
      <w:pPr>
        <w:jc w:val="center"/>
        <w:rPr>
          <w:rFonts w:ascii="Times New Roman" w:hAnsi="Times New Roman"/>
          <w:b/>
          <w:sz w:val="24"/>
          <w:szCs w:val="24"/>
        </w:rPr>
      </w:pPr>
      <w:r w:rsidRPr="00891BEC">
        <w:rPr>
          <w:rFonts w:ascii="Times New Roman" w:hAnsi="Times New Roman"/>
          <w:b/>
          <w:sz w:val="24"/>
          <w:szCs w:val="24"/>
        </w:rPr>
        <w:t>Сценарий</w:t>
      </w:r>
      <w:r w:rsidRPr="005A7098">
        <w:rPr>
          <w:rFonts w:ascii="Times New Roman" w:hAnsi="Times New Roman"/>
          <w:b/>
          <w:sz w:val="24"/>
          <w:szCs w:val="24"/>
        </w:rPr>
        <w:t xml:space="preserve"> </w:t>
      </w:r>
      <w:r w:rsidRPr="00891BEC">
        <w:rPr>
          <w:rFonts w:ascii="Times New Roman" w:hAnsi="Times New Roman"/>
          <w:b/>
          <w:sz w:val="24"/>
          <w:szCs w:val="24"/>
        </w:rPr>
        <w:t>сказки</w:t>
      </w:r>
      <w:r w:rsidRPr="005A7098">
        <w:rPr>
          <w:rFonts w:ascii="Times New Roman" w:hAnsi="Times New Roman"/>
          <w:b/>
          <w:sz w:val="24"/>
          <w:szCs w:val="24"/>
        </w:rPr>
        <w:t xml:space="preserve"> </w:t>
      </w:r>
      <w:r w:rsidRPr="005A7098">
        <w:rPr>
          <w:rFonts w:ascii="Times New Roman" w:hAnsi="Times New Roman"/>
          <w:b/>
        </w:rPr>
        <w:t>«</w:t>
      </w:r>
      <w:r w:rsidRPr="00891BEC">
        <w:rPr>
          <w:rFonts w:ascii="Times New Roman" w:hAnsi="Times New Roman"/>
          <w:b/>
          <w:lang w:val="en-US"/>
        </w:rPr>
        <w:t>The</w:t>
      </w:r>
      <w:r w:rsidRPr="005A7098">
        <w:rPr>
          <w:rFonts w:ascii="Times New Roman" w:hAnsi="Times New Roman"/>
          <w:b/>
        </w:rPr>
        <w:t xml:space="preserve"> </w:t>
      </w:r>
      <w:r w:rsidRPr="00891BEC">
        <w:rPr>
          <w:rFonts w:ascii="Times New Roman" w:hAnsi="Times New Roman"/>
          <w:b/>
          <w:lang w:val="en-US"/>
        </w:rPr>
        <w:t>little</w:t>
      </w:r>
      <w:r w:rsidRPr="005A7098">
        <w:rPr>
          <w:rFonts w:ascii="Times New Roman" w:hAnsi="Times New Roman"/>
          <w:b/>
        </w:rPr>
        <w:t xml:space="preserve"> </w:t>
      </w:r>
      <w:r w:rsidRPr="00891BEC">
        <w:rPr>
          <w:rFonts w:ascii="Times New Roman" w:hAnsi="Times New Roman"/>
          <w:b/>
          <w:lang w:val="en-US"/>
        </w:rPr>
        <w:t>house</w:t>
      </w:r>
      <w:r w:rsidRPr="005A7098">
        <w:rPr>
          <w:rFonts w:ascii="Times New Roman" w:hAnsi="Times New Roman"/>
          <w:b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463DDF" w:rsidRPr="005A7098" w:rsidTr="0084672C">
        <w:tc>
          <w:tcPr>
            <w:tcW w:w="4785" w:type="dxa"/>
          </w:tcPr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What’s</w:t>
            </w:r>
            <w:bookmarkStart w:id="0" w:name="_GoBack"/>
            <w:bookmarkEnd w:id="0"/>
            <w:r w:rsidRPr="00891BEC">
              <w:rPr>
                <w:rFonts w:ascii="Times New Roman" w:hAnsi="Times New Roman"/>
                <w:lang w:val="en-US"/>
              </w:rPr>
              <w:t xml:space="preserve"> a nice house! Who lives in the house? Nobody answers.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(dog)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What’s a nice house! Who lives in the house?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am a mouse. I live in a house. And who are you?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(dog)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am a dog. My name is Jack.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What do you like to do, Jack?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(dog)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like to read.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Please, read.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(dog)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like to read. I like to play.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like to study every day.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like to jump, I like to  run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like to play. It’s fun.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 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Let‘s live together in the house.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(dog)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Thank you.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(frog)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What’s a nice house! Who lives in the house?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am a mouse. I live in a house.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(dog)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am a dog. I live in the house.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And who are you?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(frog)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am a frog.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What do you like to do, frog?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(frog)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like to dance.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Please, dance.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(all together)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Song  «Clap your hands»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Let‘s live together in the house.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(frog)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Thank you.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(fox)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What’s a nice house! Who lives in the house?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am a mouse. I live in the house.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(frog)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am a frog. I live in the house. 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(fox)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am a fox. I live in the house. 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 (hear)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am a hear. I live in the house. 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And who are you?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(Doll)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am a doll. My name is Barbie.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What do you like to do, Barbie?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(Doll)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like to sing.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Please, sing.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(Doll)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- I'm a Barbie girl, in a Barbie world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Life in plastic, it's fantastic!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You can brush my hair,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Undress me everywhere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Imagination, life is your creation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(all together)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- Come on Barbie, let's go party!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Thank you, doll. Come in. Let‘s live together.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(doll)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Thank you.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We live together. Let‘s sing.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(all together)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Song “The more we are together”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The more we are together, together, together,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The more we are together, the happier we are.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For my friend is your friend and your friend is my friend.</w:t>
            </w:r>
          </w:p>
          <w:p w:rsidR="00463DDF" w:rsidRPr="00891BEC" w:rsidRDefault="00463DDF" w:rsidP="0084672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The more we are together, the happier we are</w:t>
            </w:r>
          </w:p>
        </w:tc>
        <w:tc>
          <w:tcPr>
            <w:tcW w:w="4786" w:type="dxa"/>
          </w:tcPr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(dog)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am a dog.  I live in the house. 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(frog)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am a frog. I live in the house. 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And who are you?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(fox)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am a fox. My name is Bess.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What do you like to do, fox 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(frog)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like to count.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Please, count.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(fox)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One sweet, two sweets, three sweets, four sweets, five sweets, six sweets, seven sweets, eight sweets, nine sweets, ten sweets.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Thank you. Let‘s live together in the house.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(fox)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Thank you.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(hear)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What’s a nice house! Who lives in the house?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am a mouse. I live in a house.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(dog)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am a dog. I live in the house. 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(frog)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am a frog. I live in the house. 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(fox)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am a fox. I live in the house. 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And who are you?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(hear)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 am a hear. My name is Pete.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What do you like to do, hear?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(hear)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like to play ball.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Please, play.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(hear)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Bounce! Bounce! It’s my ball!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It doesn’t’  want to stop at all!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 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Thank you. Let‘s live together.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(hear)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Thank you.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(Doll)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What a nice house! Who lives in the house?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(mouse)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am a mouse. I live in a house.  </w:t>
            </w:r>
          </w:p>
          <w:p w:rsidR="00463DDF" w:rsidRPr="00891BEC" w:rsidRDefault="00463DDF" w:rsidP="0084672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>(dog)</w:t>
            </w:r>
          </w:p>
          <w:p w:rsidR="00463DDF" w:rsidRPr="00891BEC" w:rsidRDefault="00463DDF" w:rsidP="0084672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en-US"/>
              </w:rPr>
            </w:pPr>
            <w:r w:rsidRPr="00891BEC">
              <w:rPr>
                <w:rFonts w:ascii="Times New Roman" w:hAnsi="Times New Roman"/>
                <w:lang w:val="en-US"/>
              </w:rPr>
              <w:t xml:space="preserve">I am a dog. I live in the house.  </w:t>
            </w:r>
          </w:p>
        </w:tc>
      </w:tr>
    </w:tbl>
    <w:p w:rsidR="00463DDF" w:rsidRPr="00946D08" w:rsidRDefault="00463DDF" w:rsidP="00946D08">
      <w:pPr>
        <w:jc w:val="both"/>
        <w:rPr>
          <w:b/>
          <w:lang w:val="en-US"/>
        </w:rPr>
      </w:pPr>
    </w:p>
    <w:p w:rsidR="00463DDF" w:rsidRPr="00946D08" w:rsidRDefault="00463DDF" w:rsidP="00946D08">
      <w:pPr>
        <w:jc w:val="both"/>
        <w:rPr>
          <w:b/>
          <w:lang w:val="en-US"/>
        </w:rPr>
      </w:pPr>
    </w:p>
    <w:p w:rsidR="00463DDF" w:rsidRPr="00946D08" w:rsidRDefault="00463DDF" w:rsidP="00946D08">
      <w:pPr>
        <w:jc w:val="both"/>
        <w:rPr>
          <w:b/>
          <w:lang w:val="en-US"/>
        </w:rPr>
      </w:pPr>
    </w:p>
    <w:p w:rsidR="00463DDF" w:rsidRPr="00946D08" w:rsidRDefault="00463DDF" w:rsidP="00946D08">
      <w:pPr>
        <w:jc w:val="both"/>
        <w:rPr>
          <w:b/>
          <w:lang w:val="en-US"/>
        </w:rPr>
      </w:pPr>
    </w:p>
    <w:p w:rsidR="00463DDF" w:rsidRPr="00946D08" w:rsidRDefault="00463DDF" w:rsidP="007559C7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/>
          <w:lang w:val="en-US"/>
        </w:rPr>
      </w:pPr>
    </w:p>
    <w:sectPr w:rsidR="00463DDF" w:rsidRPr="00946D08" w:rsidSect="00734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F6F53"/>
    <w:multiLevelType w:val="hybridMultilevel"/>
    <w:tmpl w:val="AA8C3AE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42CF4CE8"/>
    <w:multiLevelType w:val="hybridMultilevel"/>
    <w:tmpl w:val="5616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3E4D69"/>
    <w:multiLevelType w:val="hybridMultilevel"/>
    <w:tmpl w:val="6C8E1842"/>
    <w:lvl w:ilvl="0" w:tplc="010A52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6CD1EC3"/>
    <w:multiLevelType w:val="multilevel"/>
    <w:tmpl w:val="B5AE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BB65BB"/>
    <w:multiLevelType w:val="hybridMultilevel"/>
    <w:tmpl w:val="B1DE4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DB0E5D"/>
    <w:multiLevelType w:val="hybridMultilevel"/>
    <w:tmpl w:val="91CE0928"/>
    <w:lvl w:ilvl="0" w:tplc="7F042118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7CAD"/>
    <w:rsid w:val="00093FEB"/>
    <w:rsid w:val="00120626"/>
    <w:rsid w:val="00167DB9"/>
    <w:rsid w:val="001D4302"/>
    <w:rsid w:val="00233E99"/>
    <w:rsid w:val="00314BC3"/>
    <w:rsid w:val="00315F29"/>
    <w:rsid w:val="0034407B"/>
    <w:rsid w:val="00463DDF"/>
    <w:rsid w:val="0052042F"/>
    <w:rsid w:val="00584504"/>
    <w:rsid w:val="005A7098"/>
    <w:rsid w:val="007344C9"/>
    <w:rsid w:val="007559C7"/>
    <w:rsid w:val="007C3CD2"/>
    <w:rsid w:val="00837BA7"/>
    <w:rsid w:val="0084672C"/>
    <w:rsid w:val="00891BEC"/>
    <w:rsid w:val="009114E5"/>
    <w:rsid w:val="00932427"/>
    <w:rsid w:val="00946D08"/>
    <w:rsid w:val="009775CB"/>
    <w:rsid w:val="009D3E2A"/>
    <w:rsid w:val="009E73CA"/>
    <w:rsid w:val="00A609CB"/>
    <w:rsid w:val="00A63CBD"/>
    <w:rsid w:val="00AA68EC"/>
    <w:rsid w:val="00AF77FC"/>
    <w:rsid w:val="00C85CBC"/>
    <w:rsid w:val="00CD32BC"/>
    <w:rsid w:val="00D03DE7"/>
    <w:rsid w:val="00D17CAD"/>
    <w:rsid w:val="00DD7919"/>
    <w:rsid w:val="00F617E4"/>
    <w:rsid w:val="00F675B9"/>
    <w:rsid w:val="00F7384C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4C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17CAD"/>
    <w:pPr>
      <w:spacing w:after="0" w:line="240" w:lineRule="auto"/>
      <w:jc w:val="center"/>
    </w:pPr>
    <w:rPr>
      <w:rFonts w:ascii="Times New Roman" w:hAnsi="Times New Roman"/>
      <w:i/>
      <w:iCs/>
      <w:sz w:val="36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17CAD"/>
    <w:rPr>
      <w:rFonts w:ascii="Times New Roman" w:hAnsi="Times New Roman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rsid w:val="00D17CA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BookTitle">
    <w:name w:val="Book Title"/>
    <w:basedOn w:val="DefaultParagraphFont"/>
    <w:uiPriority w:val="99"/>
    <w:qFormat/>
    <w:rsid w:val="00D17CAD"/>
    <w:rPr>
      <w:rFonts w:cs="Times New Roman"/>
      <w:b/>
      <w:bCs/>
      <w:smallCaps/>
      <w:spacing w:val="5"/>
    </w:rPr>
  </w:style>
  <w:style w:type="table" w:styleId="TableGrid">
    <w:name w:val="Table Grid"/>
    <w:basedOn w:val="TableNormal"/>
    <w:uiPriority w:val="99"/>
    <w:rsid w:val="00946D0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6</Pages>
  <Words>1359</Words>
  <Characters>7748</Characters>
  <Application>Microsoft Office Outlook</Application>
  <DocSecurity>0</DocSecurity>
  <Lines>0</Lines>
  <Paragraphs>0</Paragraphs>
  <ScaleCrop>false</ScaleCrop>
  <Company>Unattended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9</cp:revision>
  <dcterms:created xsi:type="dcterms:W3CDTF">2012-10-20T08:00:00Z</dcterms:created>
  <dcterms:modified xsi:type="dcterms:W3CDTF">2012-10-29T05:21:00Z</dcterms:modified>
</cp:coreProperties>
</file>